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063F5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ED4BCC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>муниципального района «Заполярный район»</w:t>
      </w:r>
    </w:p>
    <w:p w:rsidR="00447922" w:rsidRDefault="00447922" w:rsidP="00ED4BCC">
      <w:pPr>
        <w:jc w:val="center"/>
        <w:rPr>
          <w:b/>
          <w:sz w:val="30"/>
        </w:rPr>
      </w:pPr>
      <w:r>
        <w:rPr>
          <w:b/>
          <w:sz w:val="30"/>
        </w:rPr>
        <w:t>Ненецкого автономного округа»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650CEE">
        <w:rPr>
          <w:b/>
          <w:sz w:val="28"/>
          <w:szCs w:val="28"/>
        </w:rPr>
        <w:t xml:space="preserve">  </w:t>
      </w:r>
    </w:p>
    <w:p w:rsidR="00ED4BCC" w:rsidRDefault="00D83CDF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00.00</w:t>
      </w:r>
      <w:r w:rsidR="005F5C95">
        <w:rPr>
          <w:b/>
          <w:sz w:val="28"/>
          <w:szCs w:val="28"/>
          <w:u w:val="single"/>
        </w:rPr>
        <w:t>.2024</w:t>
      </w:r>
      <w:r w:rsidR="007B3DEF">
        <w:rPr>
          <w:b/>
          <w:sz w:val="28"/>
          <w:szCs w:val="28"/>
          <w:u w:val="single"/>
        </w:rPr>
        <w:t xml:space="preserve"> </w:t>
      </w:r>
      <w:r w:rsidR="009A4CB9">
        <w:rPr>
          <w:b/>
          <w:sz w:val="28"/>
          <w:szCs w:val="28"/>
          <w:u w:val="single"/>
        </w:rPr>
        <w:t xml:space="preserve">№ </w:t>
      </w:r>
      <w:r>
        <w:rPr>
          <w:b/>
          <w:sz w:val="28"/>
          <w:szCs w:val="28"/>
          <w:u w:val="single"/>
        </w:rPr>
        <w:t>000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ED4BCC" w:rsidP="00ED4BCC">
      <w:pPr>
        <w:spacing w:after="480"/>
        <w:ind w:left="567"/>
        <w:rPr>
          <w:sz w:val="20"/>
        </w:rPr>
      </w:pPr>
      <w:r>
        <w:rPr>
          <w:sz w:val="20"/>
        </w:rPr>
        <w:t xml:space="preserve">п. Искателей </w:t>
      </w:r>
    </w:p>
    <w:p w:rsidR="00D20DD4" w:rsidRDefault="00D20DD4" w:rsidP="00ED5A9A">
      <w:pPr>
        <w:tabs>
          <w:tab w:val="left" w:pos="1985"/>
          <w:tab w:val="left" w:pos="2694"/>
          <w:tab w:val="left" w:pos="3119"/>
        </w:tabs>
        <w:ind w:right="5528"/>
        <w:jc w:val="both"/>
        <w:rPr>
          <w:sz w:val="22"/>
          <w:szCs w:val="22"/>
        </w:rPr>
      </w:pPr>
      <w:r>
        <w:rPr>
          <w:bCs/>
          <w:w w:val="105"/>
          <w:sz w:val="22"/>
          <w:szCs w:val="22"/>
        </w:rPr>
        <w:t xml:space="preserve">Об одобрении Прогноза социально-экономического развития Заполярного района на </w:t>
      </w:r>
      <w:r w:rsidR="005F5C95">
        <w:rPr>
          <w:bCs/>
          <w:w w:val="105"/>
          <w:sz w:val="22"/>
          <w:szCs w:val="22"/>
        </w:rPr>
        <w:t>2025 и плановый период 2026-2027</w:t>
      </w:r>
      <w:r w:rsidR="00E85770">
        <w:rPr>
          <w:bCs/>
          <w:w w:val="105"/>
          <w:sz w:val="22"/>
          <w:szCs w:val="22"/>
        </w:rPr>
        <w:t xml:space="preserve"> </w:t>
      </w:r>
      <w:r w:rsidR="005F0335">
        <w:rPr>
          <w:bCs/>
          <w:w w:val="105"/>
          <w:sz w:val="22"/>
          <w:szCs w:val="22"/>
        </w:rPr>
        <w:t>годов</w:t>
      </w:r>
    </w:p>
    <w:p w:rsidR="00D20DD4" w:rsidRDefault="00D20DD4" w:rsidP="00D20DD4">
      <w:pPr>
        <w:rPr>
          <w:sz w:val="28"/>
          <w:szCs w:val="28"/>
        </w:rPr>
      </w:pPr>
    </w:p>
    <w:p w:rsidR="0066147D" w:rsidRPr="0066147D" w:rsidRDefault="0066147D" w:rsidP="00D20DD4">
      <w:pPr>
        <w:rPr>
          <w:sz w:val="28"/>
          <w:szCs w:val="28"/>
        </w:rPr>
      </w:pPr>
    </w:p>
    <w:p w:rsidR="00D20DD4" w:rsidRPr="00CC6E07" w:rsidRDefault="00D20DD4" w:rsidP="00ED5A9A">
      <w:pPr>
        <w:tabs>
          <w:tab w:val="left" w:pos="3261"/>
        </w:tabs>
        <w:ind w:firstLine="709"/>
        <w:jc w:val="both"/>
        <w:rPr>
          <w:sz w:val="26"/>
          <w:szCs w:val="26"/>
        </w:rPr>
      </w:pPr>
      <w:r w:rsidRPr="00CC6E07">
        <w:rPr>
          <w:sz w:val="26"/>
          <w:szCs w:val="26"/>
        </w:rPr>
        <w:t xml:space="preserve">В соответствии со статьей 173 Бюджетного кодекса Российской Федерации, руководствуясь </w:t>
      </w:r>
      <w:r w:rsidR="00AA0243" w:rsidRPr="00CC6E07">
        <w:rPr>
          <w:sz w:val="26"/>
          <w:szCs w:val="26"/>
        </w:rPr>
        <w:t xml:space="preserve">Положением о бюджетном процессе в муниципальном образовании «Муниципальный район «Заполярный район» </w:t>
      </w:r>
      <w:r w:rsidR="00AA0243" w:rsidRPr="00CC6E07">
        <w:rPr>
          <w:sz w:val="26"/>
          <w:szCs w:val="26"/>
        </w:rPr>
        <w:br/>
        <w:t>в новой редакции</w:t>
      </w:r>
      <w:r w:rsidRPr="00CC6E07">
        <w:rPr>
          <w:sz w:val="26"/>
          <w:szCs w:val="26"/>
        </w:rPr>
        <w:t>, утвержденн</w:t>
      </w:r>
      <w:r w:rsidR="007C326A" w:rsidRPr="00CC6E07">
        <w:rPr>
          <w:sz w:val="26"/>
          <w:szCs w:val="26"/>
        </w:rPr>
        <w:t>ым</w:t>
      </w:r>
      <w:r w:rsidRPr="00CC6E07">
        <w:rPr>
          <w:sz w:val="26"/>
          <w:szCs w:val="26"/>
        </w:rPr>
        <w:t xml:space="preserve"> решением Совета муниципального образования</w:t>
      </w:r>
      <w:r w:rsidR="00B75F8D" w:rsidRPr="00CC6E07">
        <w:rPr>
          <w:sz w:val="26"/>
          <w:szCs w:val="26"/>
        </w:rPr>
        <w:t xml:space="preserve"> муниципальный район</w:t>
      </w:r>
      <w:r w:rsidRPr="00CC6E07">
        <w:rPr>
          <w:sz w:val="26"/>
          <w:szCs w:val="26"/>
        </w:rPr>
        <w:t xml:space="preserve"> «Заполярный район» от </w:t>
      </w:r>
      <w:r w:rsidR="007C326A" w:rsidRPr="00CC6E07">
        <w:rPr>
          <w:sz w:val="26"/>
          <w:szCs w:val="26"/>
        </w:rPr>
        <w:t>17</w:t>
      </w:r>
      <w:r w:rsidRPr="00CC6E07">
        <w:rPr>
          <w:sz w:val="26"/>
          <w:szCs w:val="26"/>
        </w:rPr>
        <w:t>.0</w:t>
      </w:r>
      <w:r w:rsidR="007C326A" w:rsidRPr="00CC6E07">
        <w:rPr>
          <w:sz w:val="26"/>
          <w:szCs w:val="26"/>
        </w:rPr>
        <w:t>6</w:t>
      </w:r>
      <w:r w:rsidRPr="00CC6E07">
        <w:rPr>
          <w:sz w:val="26"/>
          <w:szCs w:val="26"/>
        </w:rPr>
        <w:t>.20</w:t>
      </w:r>
      <w:r w:rsidR="007C326A" w:rsidRPr="00CC6E07">
        <w:rPr>
          <w:sz w:val="26"/>
          <w:szCs w:val="26"/>
        </w:rPr>
        <w:t>15</w:t>
      </w:r>
      <w:r w:rsidRPr="00CC6E07">
        <w:rPr>
          <w:sz w:val="26"/>
          <w:szCs w:val="26"/>
        </w:rPr>
        <w:t xml:space="preserve"> </w:t>
      </w:r>
      <w:r w:rsidR="007E5869" w:rsidRPr="00CC6E07">
        <w:rPr>
          <w:sz w:val="26"/>
          <w:szCs w:val="26"/>
        </w:rPr>
        <w:br/>
      </w:r>
      <w:r w:rsidRPr="00CC6E07">
        <w:rPr>
          <w:sz w:val="26"/>
          <w:szCs w:val="26"/>
        </w:rPr>
        <w:t xml:space="preserve">№ </w:t>
      </w:r>
      <w:r w:rsidR="007C326A" w:rsidRPr="00CC6E07">
        <w:rPr>
          <w:sz w:val="26"/>
          <w:szCs w:val="26"/>
        </w:rPr>
        <w:t>136</w:t>
      </w:r>
      <w:r w:rsidRPr="00CC6E07">
        <w:rPr>
          <w:sz w:val="26"/>
          <w:szCs w:val="26"/>
        </w:rPr>
        <w:t>-р,</w:t>
      </w:r>
      <w:r w:rsidR="007B3DEF" w:rsidRPr="00CC6E07">
        <w:rPr>
          <w:sz w:val="26"/>
          <w:szCs w:val="26"/>
        </w:rPr>
        <w:t xml:space="preserve"> постановлением Администрации Заполярного района от </w:t>
      </w:r>
      <w:r w:rsidR="002534BC" w:rsidRPr="00CC6E07">
        <w:rPr>
          <w:sz w:val="26"/>
          <w:szCs w:val="26"/>
        </w:rPr>
        <w:t>25.06.2021</w:t>
      </w:r>
      <w:r w:rsidR="007B3DEF" w:rsidRPr="00CC6E07">
        <w:rPr>
          <w:sz w:val="26"/>
          <w:szCs w:val="26"/>
        </w:rPr>
        <w:t xml:space="preserve"> </w:t>
      </w:r>
      <w:r w:rsidR="00CB3F1F">
        <w:rPr>
          <w:sz w:val="26"/>
          <w:szCs w:val="26"/>
        </w:rPr>
        <w:br/>
      </w:r>
      <w:r w:rsidR="007B3DEF" w:rsidRPr="00CC6E07">
        <w:rPr>
          <w:sz w:val="26"/>
          <w:szCs w:val="26"/>
        </w:rPr>
        <w:t xml:space="preserve">№ </w:t>
      </w:r>
      <w:r w:rsidR="002534BC" w:rsidRPr="00CC6E07">
        <w:rPr>
          <w:sz w:val="26"/>
          <w:szCs w:val="26"/>
        </w:rPr>
        <w:t>151</w:t>
      </w:r>
      <w:r w:rsidR="007B3DEF" w:rsidRPr="00CC6E07">
        <w:rPr>
          <w:sz w:val="26"/>
          <w:szCs w:val="26"/>
        </w:rPr>
        <w:t xml:space="preserve">п </w:t>
      </w:r>
      <w:r w:rsidR="00286277" w:rsidRPr="00CC6E07">
        <w:rPr>
          <w:sz w:val="26"/>
          <w:szCs w:val="26"/>
        </w:rPr>
        <w:t xml:space="preserve"> </w:t>
      </w:r>
      <w:r w:rsidR="007B3DEF" w:rsidRPr="00CC6E07">
        <w:rPr>
          <w:sz w:val="26"/>
          <w:szCs w:val="26"/>
        </w:rPr>
        <w:t>«</w:t>
      </w:r>
      <w:r w:rsidR="002534BC" w:rsidRPr="00CC6E07">
        <w:rPr>
          <w:sz w:val="26"/>
          <w:szCs w:val="26"/>
        </w:rPr>
        <w:t>Об утверждении  порядка составления проекта районного бюджета на очередной финансовый год и плановый период</w:t>
      </w:r>
      <w:r w:rsidR="007B3DEF" w:rsidRPr="00CC6E07">
        <w:rPr>
          <w:sz w:val="26"/>
          <w:szCs w:val="26"/>
        </w:rPr>
        <w:t>», постановлением Администрации Заполярного района от 15.08.2018</w:t>
      </w:r>
      <w:r w:rsidR="00286277" w:rsidRPr="00CC6E07">
        <w:rPr>
          <w:sz w:val="26"/>
          <w:szCs w:val="26"/>
        </w:rPr>
        <w:t xml:space="preserve"> </w:t>
      </w:r>
      <w:r w:rsidR="007B3DEF" w:rsidRPr="00CC6E07">
        <w:rPr>
          <w:sz w:val="26"/>
          <w:szCs w:val="26"/>
        </w:rPr>
        <w:t xml:space="preserve"> № 149п «Об утверждении порядка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период»,</w:t>
      </w:r>
      <w:r w:rsidR="000722C5" w:rsidRPr="00CC6E07">
        <w:rPr>
          <w:sz w:val="26"/>
          <w:szCs w:val="26"/>
        </w:rPr>
        <w:t xml:space="preserve">  </w:t>
      </w:r>
      <w:r w:rsidR="007B3DEF" w:rsidRPr="00CC6E07">
        <w:rPr>
          <w:sz w:val="26"/>
          <w:szCs w:val="26"/>
        </w:rPr>
        <w:t xml:space="preserve"> </w:t>
      </w:r>
      <w:r w:rsidRPr="00CC6E07">
        <w:rPr>
          <w:sz w:val="26"/>
          <w:szCs w:val="26"/>
        </w:rPr>
        <w:t xml:space="preserve">Администрация муниципального района «Заполярный район» </w:t>
      </w:r>
      <w:r w:rsidR="00F91CDF">
        <w:rPr>
          <w:sz w:val="26"/>
          <w:szCs w:val="26"/>
        </w:rPr>
        <w:t>Ненецкого автономного округа</w:t>
      </w:r>
      <w:r w:rsidR="00DD7D17">
        <w:rPr>
          <w:sz w:val="26"/>
          <w:szCs w:val="26"/>
        </w:rPr>
        <w:t>»</w:t>
      </w:r>
      <w:r w:rsidR="00F91CDF">
        <w:rPr>
          <w:sz w:val="26"/>
          <w:szCs w:val="26"/>
        </w:rPr>
        <w:t xml:space="preserve"> </w:t>
      </w:r>
      <w:r w:rsidRPr="00CC6E07">
        <w:rPr>
          <w:sz w:val="26"/>
          <w:szCs w:val="26"/>
        </w:rPr>
        <w:t>ПОСТАНОВЛЯЕТ:</w:t>
      </w:r>
    </w:p>
    <w:p w:rsidR="00D20DD4" w:rsidRPr="00CC6E07" w:rsidRDefault="00D20DD4" w:rsidP="00D20DD4">
      <w:pPr>
        <w:ind w:firstLine="709"/>
        <w:jc w:val="both"/>
        <w:rPr>
          <w:sz w:val="26"/>
          <w:szCs w:val="26"/>
        </w:rPr>
      </w:pPr>
    </w:p>
    <w:p w:rsidR="00D20DD4" w:rsidRPr="00CC6E07" w:rsidRDefault="00D20DD4" w:rsidP="00D20DD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r w:rsidRPr="00CC6E07">
        <w:rPr>
          <w:sz w:val="26"/>
          <w:szCs w:val="26"/>
        </w:rPr>
        <w:t xml:space="preserve">Одобрить </w:t>
      </w:r>
      <w:r w:rsidR="00A5435E" w:rsidRPr="00CC6E07">
        <w:rPr>
          <w:sz w:val="26"/>
          <w:szCs w:val="26"/>
        </w:rPr>
        <w:t xml:space="preserve">прогноз социально-экономического развития муниципального образования «Муниципальный район «Заполярный район» </w:t>
      </w:r>
      <w:r w:rsidR="00450E0C">
        <w:rPr>
          <w:sz w:val="26"/>
          <w:szCs w:val="26"/>
        </w:rPr>
        <w:t xml:space="preserve">Ненецкого автономного округа </w:t>
      </w:r>
      <w:r w:rsidR="00A5435E" w:rsidRPr="00CC6E07">
        <w:rPr>
          <w:sz w:val="26"/>
          <w:szCs w:val="26"/>
        </w:rPr>
        <w:t>на 20</w:t>
      </w:r>
      <w:r w:rsidR="00EE5A72" w:rsidRPr="00CC6E07">
        <w:rPr>
          <w:sz w:val="26"/>
          <w:szCs w:val="26"/>
        </w:rPr>
        <w:t>2</w:t>
      </w:r>
      <w:r w:rsidR="005F5C95">
        <w:rPr>
          <w:sz w:val="26"/>
          <w:szCs w:val="26"/>
        </w:rPr>
        <w:t>5</w:t>
      </w:r>
      <w:r w:rsidR="00A5435E" w:rsidRPr="00CC6E07">
        <w:rPr>
          <w:sz w:val="26"/>
          <w:szCs w:val="26"/>
        </w:rPr>
        <w:t xml:space="preserve"> год и плановый период </w:t>
      </w:r>
      <w:r w:rsidR="00965606" w:rsidRPr="00CC6E07">
        <w:rPr>
          <w:sz w:val="26"/>
          <w:szCs w:val="26"/>
        </w:rPr>
        <w:t>202</w:t>
      </w:r>
      <w:r w:rsidR="005F5C95">
        <w:rPr>
          <w:sz w:val="26"/>
          <w:szCs w:val="26"/>
        </w:rPr>
        <w:t>6</w:t>
      </w:r>
      <w:r w:rsidR="0057342F" w:rsidRPr="00CC6E07">
        <w:rPr>
          <w:sz w:val="26"/>
          <w:szCs w:val="26"/>
        </w:rPr>
        <w:t>-</w:t>
      </w:r>
      <w:r w:rsidR="00965606" w:rsidRPr="00CC6E07">
        <w:rPr>
          <w:sz w:val="26"/>
          <w:szCs w:val="26"/>
        </w:rPr>
        <w:t>202</w:t>
      </w:r>
      <w:r w:rsidR="005F5C95">
        <w:rPr>
          <w:sz w:val="26"/>
          <w:szCs w:val="26"/>
        </w:rPr>
        <w:t>7</w:t>
      </w:r>
      <w:r w:rsidR="005F0335" w:rsidRPr="00CC6E07">
        <w:rPr>
          <w:sz w:val="26"/>
          <w:szCs w:val="26"/>
        </w:rPr>
        <w:t xml:space="preserve"> годов</w:t>
      </w:r>
      <w:r w:rsidRPr="00CC6E07">
        <w:rPr>
          <w:sz w:val="26"/>
          <w:szCs w:val="26"/>
        </w:rPr>
        <w:t xml:space="preserve"> (прилагается).</w:t>
      </w:r>
    </w:p>
    <w:p w:rsidR="00D20DD4" w:rsidRPr="00CC6E07" w:rsidRDefault="00D20DD4" w:rsidP="00D20DD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CC6E07">
        <w:rPr>
          <w:bCs/>
          <w:sz w:val="26"/>
          <w:szCs w:val="26"/>
        </w:rPr>
        <w:t xml:space="preserve">Настоящее постановление </w:t>
      </w:r>
      <w:r w:rsidR="00D7668F">
        <w:rPr>
          <w:bCs/>
          <w:sz w:val="26"/>
          <w:szCs w:val="26"/>
        </w:rPr>
        <w:t>вступает в силу со дня принятия и подлежит официальному опубликованию.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D20DD4" w:rsidRPr="00CC6E07" w:rsidTr="00C21FDD">
        <w:tc>
          <w:tcPr>
            <w:tcW w:w="5495" w:type="dxa"/>
          </w:tcPr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66147D" w:rsidRPr="00CC6E07" w:rsidRDefault="00DD7D17" w:rsidP="00B75F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Врио г</w:t>
            </w:r>
            <w:r w:rsidR="00D20DD4" w:rsidRPr="00CC6E07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D20DD4" w:rsidRPr="00CC6E07">
              <w:rPr>
                <w:sz w:val="26"/>
                <w:szCs w:val="26"/>
              </w:rPr>
              <w:t xml:space="preserve"> Администрации </w:t>
            </w:r>
          </w:p>
          <w:p w:rsidR="00D20DD4" w:rsidRPr="00CC6E07" w:rsidRDefault="00B75F8D" w:rsidP="00B75F8D">
            <w:pPr>
              <w:rPr>
                <w:sz w:val="26"/>
                <w:szCs w:val="26"/>
              </w:rPr>
            </w:pPr>
            <w:r w:rsidRPr="00CC6E07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111" w:type="dxa"/>
            <w:vAlign w:val="bottom"/>
          </w:tcPr>
          <w:p w:rsidR="00D20DD4" w:rsidRPr="00CC6E07" w:rsidRDefault="000722C5" w:rsidP="00C21FDD">
            <w:pPr>
              <w:jc w:val="right"/>
              <w:rPr>
                <w:sz w:val="26"/>
                <w:szCs w:val="26"/>
              </w:rPr>
            </w:pPr>
            <w:r w:rsidRPr="00CC6E07">
              <w:rPr>
                <w:sz w:val="26"/>
                <w:szCs w:val="26"/>
              </w:rPr>
              <w:t>Н.Л. Михайлова</w:t>
            </w:r>
          </w:p>
        </w:tc>
      </w:tr>
    </w:tbl>
    <w:p w:rsidR="00B43D4F" w:rsidRDefault="00B43D4F" w:rsidP="00B576C9">
      <w:pPr>
        <w:rPr>
          <w:sz w:val="28"/>
          <w:szCs w:val="28"/>
        </w:rPr>
      </w:pPr>
    </w:p>
    <w:p w:rsidR="00DE3A25" w:rsidRDefault="00DE3A25" w:rsidP="00B576C9">
      <w:pPr>
        <w:rPr>
          <w:sz w:val="28"/>
          <w:szCs w:val="28"/>
        </w:rPr>
      </w:pPr>
    </w:p>
    <w:p w:rsidR="001C763F" w:rsidRPr="00CC6E07" w:rsidRDefault="001C763F" w:rsidP="001C763F">
      <w:pPr>
        <w:jc w:val="right"/>
        <w:rPr>
          <w:sz w:val="26"/>
          <w:szCs w:val="26"/>
        </w:rPr>
      </w:pPr>
      <w:r w:rsidRPr="00CC6E07">
        <w:rPr>
          <w:sz w:val="26"/>
          <w:szCs w:val="26"/>
        </w:rPr>
        <w:t xml:space="preserve">Приложение к </w:t>
      </w:r>
    </w:p>
    <w:p w:rsidR="001C763F" w:rsidRPr="00CC6E07" w:rsidRDefault="001C763F" w:rsidP="001C763F">
      <w:pPr>
        <w:jc w:val="right"/>
        <w:rPr>
          <w:sz w:val="26"/>
          <w:szCs w:val="26"/>
        </w:rPr>
      </w:pPr>
      <w:r w:rsidRPr="00CC6E07">
        <w:rPr>
          <w:sz w:val="26"/>
          <w:szCs w:val="26"/>
        </w:rPr>
        <w:t xml:space="preserve">Постановлению </w:t>
      </w:r>
      <w:r w:rsidR="000055BD">
        <w:rPr>
          <w:sz w:val="26"/>
          <w:szCs w:val="26"/>
        </w:rPr>
        <w:t xml:space="preserve">от </w:t>
      </w:r>
      <w:r w:rsidR="00D83CDF">
        <w:rPr>
          <w:sz w:val="26"/>
          <w:szCs w:val="26"/>
        </w:rPr>
        <w:t>00.00</w:t>
      </w:r>
      <w:bookmarkStart w:id="0" w:name="_GoBack"/>
      <w:bookmarkEnd w:id="0"/>
      <w:r w:rsidR="005F5C95">
        <w:rPr>
          <w:sz w:val="26"/>
          <w:szCs w:val="26"/>
        </w:rPr>
        <w:t>.2024</w:t>
      </w:r>
      <w:r w:rsidRPr="00CC6E07">
        <w:rPr>
          <w:sz w:val="26"/>
          <w:szCs w:val="26"/>
        </w:rPr>
        <w:t xml:space="preserve"> № </w:t>
      </w:r>
      <w:r w:rsidR="00D83CDF">
        <w:rPr>
          <w:sz w:val="26"/>
          <w:szCs w:val="26"/>
        </w:rPr>
        <w:t>000</w:t>
      </w:r>
      <w:r w:rsidRPr="00CC6E07">
        <w:rPr>
          <w:sz w:val="26"/>
          <w:szCs w:val="26"/>
        </w:rPr>
        <w:t>п</w:t>
      </w:r>
    </w:p>
    <w:p w:rsidR="00831ACD" w:rsidRDefault="00831ACD" w:rsidP="00831ACD">
      <w:pPr>
        <w:rPr>
          <w:sz w:val="28"/>
          <w:szCs w:val="28"/>
        </w:rPr>
      </w:pPr>
    </w:p>
    <w:p w:rsidR="00831ACD" w:rsidRDefault="00831ACD" w:rsidP="00831ACD">
      <w:pPr>
        <w:rPr>
          <w:sz w:val="28"/>
          <w:szCs w:val="28"/>
        </w:rPr>
      </w:pPr>
    </w:p>
    <w:p w:rsidR="00831ACD" w:rsidRPr="00E063F5" w:rsidRDefault="00831ACD" w:rsidP="00831ACD">
      <w:pPr>
        <w:jc w:val="center"/>
        <w:rPr>
          <w:sz w:val="26"/>
          <w:szCs w:val="26"/>
        </w:rPr>
      </w:pPr>
      <w:r w:rsidRPr="00E063F5">
        <w:rPr>
          <w:sz w:val="26"/>
          <w:szCs w:val="26"/>
        </w:rPr>
        <w:t>Прогноз социально-экономического развития</w:t>
      </w:r>
    </w:p>
    <w:p w:rsidR="00831ACD" w:rsidRPr="00E063F5" w:rsidRDefault="00831ACD" w:rsidP="00831ACD">
      <w:pPr>
        <w:jc w:val="center"/>
        <w:rPr>
          <w:sz w:val="26"/>
          <w:szCs w:val="26"/>
        </w:rPr>
      </w:pPr>
      <w:r w:rsidRPr="00E063F5">
        <w:rPr>
          <w:sz w:val="26"/>
          <w:szCs w:val="26"/>
        </w:rPr>
        <w:t xml:space="preserve">муниципального района «Заполярный район» на </w:t>
      </w:r>
      <w:r w:rsidR="00C10FC2" w:rsidRPr="00E063F5">
        <w:rPr>
          <w:sz w:val="26"/>
          <w:szCs w:val="26"/>
        </w:rPr>
        <w:t>202</w:t>
      </w:r>
      <w:r w:rsidR="005F5C95">
        <w:rPr>
          <w:sz w:val="26"/>
          <w:szCs w:val="26"/>
        </w:rPr>
        <w:t>5</w:t>
      </w:r>
      <w:r w:rsidRPr="00E063F5">
        <w:rPr>
          <w:sz w:val="26"/>
          <w:szCs w:val="26"/>
        </w:rPr>
        <w:t xml:space="preserve"> год</w:t>
      </w:r>
    </w:p>
    <w:p w:rsidR="001C763F" w:rsidRDefault="00831ACD" w:rsidP="00CC7006">
      <w:pPr>
        <w:jc w:val="center"/>
        <w:rPr>
          <w:sz w:val="26"/>
          <w:szCs w:val="26"/>
        </w:rPr>
      </w:pPr>
      <w:r w:rsidRPr="00E063F5">
        <w:rPr>
          <w:sz w:val="26"/>
          <w:szCs w:val="26"/>
        </w:rPr>
        <w:t>и пл</w:t>
      </w:r>
      <w:r w:rsidR="00C10FC2" w:rsidRPr="00E063F5">
        <w:rPr>
          <w:sz w:val="26"/>
          <w:szCs w:val="26"/>
        </w:rPr>
        <w:t>ановый период 202</w:t>
      </w:r>
      <w:r w:rsidR="005F5C95">
        <w:rPr>
          <w:sz w:val="26"/>
          <w:szCs w:val="26"/>
        </w:rPr>
        <w:t>6</w:t>
      </w:r>
      <w:r w:rsidR="0057342F" w:rsidRPr="00E063F5">
        <w:rPr>
          <w:sz w:val="26"/>
          <w:szCs w:val="26"/>
        </w:rPr>
        <w:t>-</w:t>
      </w:r>
      <w:r w:rsidR="00C10FC2" w:rsidRPr="00E063F5">
        <w:rPr>
          <w:sz w:val="26"/>
          <w:szCs w:val="26"/>
        </w:rPr>
        <w:t>202</w:t>
      </w:r>
      <w:r w:rsidR="005F5C95">
        <w:rPr>
          <w:sz w:val="26"/>
          <w:szCs w:val="26"/>
        </w:rPr>
        <w:t>7</w:t>
      </w:r>
      <w:r w:rsidRPr="00E063F5">
        <w:rPr>
          <w:sz w:val="26"/>
          <w:szCs w:val="26"/>
        </w:rPr>
        <w:t xml:space="preserve"> годов</w:t>
      </w:r>
      <w:bookmarkStart w:id="1" w:name="RANGE!A1:I110"/>
      <w:bookmarkEnd w:id="1"/>
    </w:p>
    <w:p w:rsidR="00450E0C" w:rsidRDefault="00450E0C" w:rsidP="00CC7006">
      <w:pPr>
        <w:jc w:val="center"/>
        <w:rPr>
          <w:sz w:val="26"/>
          <w:szCs w:val="26"/>
        </w:rPr>
      </w:pPr>
    </w:p>
    <w:tbl>
      <w:tblPr>
        <w:tblStyle w:val="a5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411"/>
        <w:gridCol w:w="1825"/>
        <w:gridCol w:w="726"/>
        <w:gridCol w:w="851"/>
        <w:gridCol w:w="941"/>
        <w:gridCol w:w="807"/>
        <w:gridCol w:w="729"/>
        <w:gridCol w:w="729"/>
        <w:gridCol w:w="904"/>
      </w:tblGrid>
      <w:tr w:rsidR="00CA5601" w:rsidRPr="00CA5601" w:rsidTr="00154981">
        <w:trPr>
          <w:trHeight w:val="450"/>
        </w:trPr>
        <w:tc>
          <w:tcPr>
            <w:tcW w:w="709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i/>
                <w:iCs/>
                <w:sz w:val="20"/>
                <w:szCs w:val="20"/>
              </w:rPr>
            </w:pPr>
            <w:r w:rsidRPr="00CA5601">
              <w:rPr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2411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Показатели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Субъекты прогнозирования</w:t>
            </w: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Отчёт            2023 год</w:t>
            </w:r>
          </w:p>
        </w:tc>
        <w:tc>
          <w:tcPr>
            <w:tcW w:w="941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Отчёт за                  8 месяцев 2024 года</w:t>
            </w:r>
          </w:p>
        </w:tc>
        <w:tc>
          <w:tcPr>
            <w:tcW w:w="807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Оценка             2024 год</w:t>
            </w:r>
          </w:p>
        </w:tc>
        <w:tc>
          <w:tcPr>
            <w:tcW w:w="2362" w:type="dxa"/>
            <w:gridSpan w:val="3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Прогноз</w:t>
            </w:r>
          </w:p>
        </w:tc>
      </w:tr>
      <w:tr w:rsidR="00154981" w:rsidRPr="00CA5601" w:rsidTr="00154981">
        <w:trPr>
          <w:trHeight w:val="435"/>
        </w:trPr>
        <w:tc>
          <w:tcPr>
            <w:tcW w:w="709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11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2025 год</w:t>
            </w:r>
          </w:p>
        </w:tc>
        <w:tc>
          <w:tcPr>
            <w:tcW w:w="72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2026  год</w:t>
            </w:r>
          </w:p>
        </w:tc>
        <w:tc>
          <w:tcPr>
            <w:tcW w:w="904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2027  год</w:t>
            </w:r>
          </w:p>
        </w:tc>
      </w:tr>
      <w:tr w:rsidR="00CA5601" w:rsidRPr="00CA5601" w:rsidTr="00154981">
        <w:trPr>
          <w:trHeight w:val="37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</w:t>
            </w:r>
          </w:p>
        </w:tc>
        <w:tc>
          <w:tcPr>
            <w:tcW w:w="1825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</w:t>
            </w: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</w:t>
            </w:r>
          </w:p>
        </w:tc>
      </w:tr>
      <w:tr w:rsidR="00154981" w:rsidRPr="00CA5601" w:rsidTr="00154981">
        <w:trPr>
          <w:trHeight w:val="37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Демографические показатели</w:t>
            </w:r>
          </w:p>
        </w:tc>
      </w:tr>
      <w:tr w:rsidR="00CA5601" w:rsidRPr="00CA5601" w:rsidTr="00154981">
        <w:trPr>
          <w:trHeight w:val="58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Численность населения (среднегодовая), в том числе: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экономики и прогнозирования</w:t>
            </w: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тыс. чел.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17,88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17,96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17,96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17,96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17,96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17,96</w:t>
            </w:r>
          </w:p>
        </w:tc>
      </w:tr>
      <w:tr w:rsidR="00CA5601" w:rsidRPr="00CA5601" w:rsidTr="00154981">
        <w:trPr>
          <w:trHeight w:val="36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1.1.1.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в городском поселении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7,24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7,32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7,32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7,32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7,32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7,32</w:t>
            </w:r>
          </w:p>
        </w:tc>
      </w:tr>
      <w:tr w:rsidR="00CA5601" w:rsidRPr="00CA5601" w:rsidTr="00154981">
        <w:trPr>
          <w:trHeight w:val="39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1.1.2.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в сельских поселениях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10,64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10,64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10,64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10,64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10,64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10,64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Труд</w:t>
            </w:r>
          </w:p>
        </w:tc>
      </w:tr>
      <w:tr w:rsidR="00154981" w:rsidRPr="00CA5601" w:rsidTr="00154981">
        <w:trPr>
          <w:trHeight w:val="51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2.1.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Фонд оплаты труда работников предприятий и учреждений, учредителем которых является Администрация Заполярного района, в том числе:</w:t>
            </w:r>
          </w:p>
        </w:tc>
      </w:tr>
      <w:tr w:rsidR="00CA5601" w:rsidRPr="00CA5601" w:rsidTr="00154981">
        <w:trPr>
          <w:trHeight w:val="40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МП ЗР "Севержилкомсервис"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br/>
              <w:t>Управление экономики и прогнозирования</w:t>
            </w: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млн руб.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682,63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499,28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760,77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793,90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825,65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858,68</w:t>
            </w:r>
          </w:p>
        </w:tc>
      </w:tr>
      <w:tr w:rsidR="00CA5601" w:rsidRPr="00CA5601" w:rsidTr="00154981">
        <w:trPr>
          <w:trHeight w:val="57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2.1.2.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МП ЗР "Северная транспортная компания"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20,23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12,26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18,22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21,14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21,56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21,56</w:t>
            </w:r>
          </w:p>
        </w:tc>
      </w:tr>
      <w:tr w:rsidR="00CA5601" w:rsidRPr="00CA5601" w:rsidTr="00154981">
        <w:trPr>
          <w:trHeight w:val="84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2.1.3.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МКУ ЗР "Северное"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53,58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40,05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61,59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71,73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73,20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73,20</w:t>
            </w:r>
          </w:p>
        </w:tc>
      </w:tr>
      <w:tr w:rsidR="00CA5601" w:rsidRPr="00CA5601" w:rsidTr="00154981">
        <w:trPr>
          <w:trHeight w:val="114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2.1.4.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МКП "Пешский животноводческий комплекс"</w:t>
            </w:r>
          </w:p>
        </w:tc>
        <w:tc>
          <w:tcPr>
            <w:tcW w:w="1825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Секто</w:t>
            </w:r>
            <w:r>
              <w:rPr>
                <w:sz w:val="20"/>
                <w:szCs w:val="20"/>
              </w:rPr>
              <w:t>р по развитию сельскохозяйствен</w:t>
            </w:r>
            <w:r w:rsidRPr="00CA5601">
              <w:rPr>
                <w:sz w:val="20"/>
                <w:szCs w:val="20"/>
              </w:rPr>
              <w:t>ного производства</w:t>
            </w: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7,65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4,76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8,09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9,38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9,38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9,38</w:t>
            </w:r>
          </w:p>
        </w:tc>
      </w:tr>
      <w:tr w:rsidR="00154981" w:rsidRPr="00CA5601" w:rsidTr="00154981">
        <w:trPr>
          <w:trHeight w:val="66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2.2.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Среднесписочная численность работников (без внешних совместителей) предприятий и учреждений, учредителем которых является Администрация Заполярного района, в том числе:</w:t>
            </w:r>
          </w:p>
        </w:tc>
      </w:tr>
      <w:tr w:rsidR="00CA5601" w:rsidRPr="00CA5601" w:rsidTr="00154981">
        <w:trPr>
          <w:trHeight w:val="40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2.2.1.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МП ЗР "Севержилкомсервис"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экономики и прогнозирования</w:t>
            </w: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тыс. чел.</w:t>
            </w:r>
          </w:p>
        </w:tc>
        <w:tc>
          <w:tcPr>
            <w:tcW w:w="851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0,76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0,75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0,77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0,77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0,77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0,77</w:t>
            </w:r>
          </w:p>
        </w:tc>
      </w:tr>
      <w:tr w:rsidR="00CA5601" w:rsidRPr="00CA5601" w:rsidTr="00154981">
        <w:trPr>
          <w:trHeight w:val="58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2.2.2.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МП ЗР "Северная транспортная компания"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0,019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0,021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0,021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0,021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0,021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0,021</w:t>
            </w:r>
          </w:p>
        </w:tc>
      </w:tr>
      <w:tr w:rsidR="00CA5601" w:rsidRPr="00CA5601" w:rsidTr="00154981">
        <w:trPr>
          <w:trHeight w:val="39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2.2.3.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МКУ ЗР "Северное"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0,056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0,053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0,056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0,056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0,056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0,056</w:t>
            </w:r>
          </w:p>
        </w:tc>
      </w:tr>
      <w:tr w:rsidR="00CA5601" w:rsidRPr="00CA5601" w:rsidTr="00154981">
        <w:trPr>
          <w:trHeight w:val="100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2.2.4.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МКП "Пешский животноводческий комплекс"</w:t>
            </w:r>
          </w:p>
        </w:tc>
        <w:tc>
          <w:tcPr>
            <w:tcW w:w="1825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Секто</w:t>
            </w:r>
            <w:r>
              <w:rPr>
                <w:sz w:val="20"/>
                <w:szCs w:val="20"/>
              </w:rPr>
              <w:t>р по развитию сельскохозяйствен</w:t>
            </w:r>
            <w:r w:rsidRPr="00CA5601">
              <w:rPr>
                <w:sz w:val="20"/>
                <w:szCs w:val="20"/>
              </w:rPr>
              <w:t>ного производства</w:t>
            </w: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0,013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0,013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0,013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0,013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0,013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0,013</w:t>
            </w:r>
          </w:p>
        </w:tc>
      </w:tr>
      <w:tr w:rsidR="00154981" w:rsidRPr="00CA5601" w:rsidTr="00154981">
        <w:trPr>
          <w:trHeight w:val="87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lastRenderedPageBreak/>
              <w:t>2.3.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Среднемесячная номинальная начисленная заработная плата работников предприятий и учреждений, учредителем которых является Администрация Заполярного района, в том числе:</w:t>
            </w:r>
          </w:p>
        </w:tc>
      </w:tr>
      <w:tr w:rsidR="00CA5601" w:rsidRPr="00CA5601" w:rsidTr="00154981">
        <w:trPr>
          <w:trHeight w:val="40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2.3.1.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МП ЗР "Севержилкомсервис"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экономики и прогнозирования</w:t>
            </w: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руб.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74 849,78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83 213,33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82 334,42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85 919,91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89 356,06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92 930,74</w:t>
            </w:r>
          </w:p>
        </w:tc>
      </w:tr>
      <w:tr w:rsidR="00CA5601" w:rsidRPr="00CA5601" w:rsidTr="00154981">
        <w:trPr>
          <w:trHeight w:val="6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2.3.2.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МП ЗР "Северная транспортная компания"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88 728,07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72 976,19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72 301,59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83 888,89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85 555,56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85 555,56</w:t>
            </w:r>
          </w:p>
        </w:tc>
      </w:tr>
      <w:tr w:rsidR="00CA5601" w:rsidRPr="00CA5601" w:rsidTr="00154981">
        <w:trPr>
          <w:trHeight w:val="45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2.3.3.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МКУ ЗР "Северное"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79 732,14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94 457,55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91 651,79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106 741,07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108 928,57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108 928,57</w:t>
            </w:r>
          </w:p>
        </w:tc>
      </w:tr>
      <w:tr w:rsidR="00CA5601" w:rsidRPr="00CA5601" w:rsidTr="00154981">
        <w:trPr>
          <w:trHeight w:val="109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2.3.4.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МКП "Пешский животноводческий комплекс"</w:t>
            </w:r>
          </w:p>
        </w:tc>
        <w:tc>
          <w:tcPr>
            <w:tcW w:w="1825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Секто</w:t>
            </w:r>
            <w:r>
              <w:rPr>
                <w:sz w:val="20"/>
                <w:szCs w:val="20"/>
              </w:rPr>
              <w:t>р по развитию сельскохозяйствен</w:t>
            </w:r>
            <w:r w:rsidRPr="00CA5601">
              <w:rPr>
                <w:sz w:val="20"/>
                <w:szCs w:val="20"/>
              </w:rPr>
              <w:t>ного производства</w:t>
            </w: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49 038,46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45 769,23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51 858,97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60 128,21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60 128,21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60 128,21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Жилищно-коммунальное хозяйство</w:t>
            </w:r>
          </w:p>
        </w:tc>
      </w:tr>
      <w:tr w:rsidR="00CA5601" w:rsidRPr="00CA5601" w:rsidTr="00154981">
        <w:trPr>
          <w:trHeight w:val="12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Протяженность сетей теплоснабжения в двухтрубном исполнении в  поселениях Заполярного района, в том числе: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Отдел ЖКХ, энергетики, транспорта и экологии</w:t>
            </w: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25,91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25,91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33,27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34,83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39,49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39,49</w:t>
            </w:r>
          </w:p>
        </w:tc>
      </w:tr>
      <w:tr w:rsidR="00CA560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Ветхие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</w:t>
            </w:r>
          </w:p>
        </w:tc>
      </w:tr>
      <w:tr w:rsidR="00CA5601" w:rsidRPr="00CA5601" w:rsidTr="00154981">
        <w:trPr>
          <w:trHeight w:val="97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Протяженность сетей электроснабжения в </w:t>
            </w:r>
            <w:r w:rsidRPr="00CA5601">
              <w:rPr>
                <w:b/>
                <w:bCs/>
                <w:sz w:val="20"/>
                <w:szCs w:val="20"/>
              </w:rPr>
              <w:t xml:space="preserve"> </w:t>
            </w:r>
            <w:r w:rsidRPr="00CA5601">
              <w:rPr>
                <w:sz w:val="20"/>
                <w:szCs w:val="20"/>
              </w:rPr>
              <w:t xml:space="preserve"> поселениях Заполярного района, в том числе: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337,26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349,50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351,72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368,31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368,31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368,31</w:t>
            </w:r>
          </w:p>
        </w:tc>
      </w:tr>
      <w:tr w:rsidR="00CA5601" w:rsidRPr="00CA5601" w:rsidTr="00154981">
        <w:trPr>
          <w:trHeight w:val="96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3.2.1.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Ветхие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22,65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18,35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26,93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16,00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22,85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22,85</w:t>
            </w:r>
          </w:p>
        </w:tc>
      </w:tr>
      <w:tr w:rsidR="00CA5601" w:rsidRPr="00CA5601" w:rsidTr="00154981">
        <w:trPr>
          <w:trHeight w:val="88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3.3.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Протяженность сетей водоснабжения в сельских поселениях Заполярного района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25,02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25,22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25,22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25,22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25,22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25,22</w:t>
            </w:r>
          </w:p>
        </w:tc>
      </w:tr>
      <w:tr w:rsidR="00CA5601" w:rsidRPr="00CA5601" w:rsidTr="00154981">
        <w:trPr>
          <w:trHeight w:val="70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3.4.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Удельный расход топлива на дизельных электростанциях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кг/кВт*ч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0,287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0,397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0,397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0,397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0,397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0,397</w:t>
            </w:r>
          </w:p>
        </w:tc>
      </w:tr>
      <w:tr w:rsidR="00CA5601" w:rsidRPr="00CA5601" w:rsidTr="00154981">
        <w:trPr>
          <w:trHeight w:val="151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3.5.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Доля населенных пунктов Заполярного района, в которых организовано водоснабжение питьевой водой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97,5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100</w:t>
            </w:r>
          </w:p>
        </w:tc>
      </w:tr>
      <w:tr w:rsidR="00CA5601" w:rsidRPr="00CA5601" w:rsidTr="00154981">
        <w:trPr>
          <w:trHeight w:val="117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3.6.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Доля населенных пунктов Заполярного района, обеспеченная качественной питьевой водой из систем централизованного водоснабжения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7,5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12,5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12,5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</w:t>
            </w:r>
          </w:p>
        </w:tc>
      </w:tr>
      <w:tr w:rsidR="00CA5601" w:rsidRPr="00CA5601" w:rsidTr="00154981">
        <w:trPr>
          <w:trHeight w:val="12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lastRenderedPageBreak/>
              <w:t>3.7.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ликвидированных несанкционированных мест размещения отходов в сельских поселениях Заполярного района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</w:t>
            </w:r>
          </w:p>
        </w:tc>
      </w:tr>
      <w:tr w:rsidR="00CA5601" w:rsidRPr="00CA5601" w:rsidTr="00154981">
        <w:trPr>
          <w:trHeight w:val="102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3.8.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созданных площадок (мест накопления отходов) в сельских поселениях Заполярного района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149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154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154</w:t>
            </w:r>
          </w:p>
        </w:tc>
      </w:tr>
      <w:tr w:rsidR="00CA5601" w:rsidRPr="00CA5601" w:rsidTr="00154981">
        <w:trPr>
          <w:trHeight w:val="91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3.9.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Доля муниципальных образований, участвующих в организации деятельности по очистке стоков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15,8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21,1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21,1</w:t>
            </w:r>
          </w:p>
        </w:tc>
        <w:tc>
          <w:tcPr>
            <w:tcW w:w="729" w:type="dxa"/>
            <w:hideMark/>
          </w:tcPr>
          <w:p w:rsidR="00CA5601" w:rsidRPr="00CA5601" w:rsidRDefault="004411FD" w:rsidP="00CA5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36,8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36,8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Строительство и обеспечение граждан жильем</w:t>
            </w:r>
          </w:p>
        </w:tc>
      </w:tr>
      <w:tr w:rsidR="00CA5601" w:rsidRPr="00CA5601" w:rsidTr="00154981">
        <w:trPr>
          <w:trHeight w:val="87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Площадь жилого фонда на территории городского и сельских поселений Заполярного района, в том числе: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Отдел ЖКХ, энергетики, транспорта и экологии</w:t>
            </w: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тыс. кв. 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502,26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489,38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491,17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497,14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501,47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501,47</w:t>
            </w:r>
          </w:p>
        </w:tc>
      </w:tr>
      <w:tr w:rsidR="00CA560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муниципального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74,08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74,31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74,79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80,76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85,09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85,09</w:t>
            </w:r>
          </w:p>
        </w:tc>
      </w:tr>
      <w:tr w:rsidR="00CA5601" w:rsidRPr="00CA5601" w:rsidTr="00154981">
        <w:trPr>
          <w:trHeight w:val="91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Площадь аварийного жилого фонда на территории поселений Заполярного района, в том числе: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тыс. кв. 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33,16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42,76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42,70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38,5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38,5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38,5</w:t>
            </w:r>
          </w:p>
        </w:tc>
      </w:tr>
      <w:tr w:rsidR="00CA5601" w:rsidRPr="00CA5601" w:rsidTr="00154981">
        <w:trPr>
          <w:trHeight w:val="51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4.2.1.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сельских поселений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10,14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15,4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15,3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15,3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15,3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15,3</w:t>
            </w:r>
          </w:p>
        </w:tc>
      </w:tr>
      <w:tr w:rsidR="00CA5601" w:rsidRPr="00CA5601" w:rsidTr="00154981">
        <w:trPr>
          <w:trHeight w:val="48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4.2.2.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23,02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27,4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24,0</w:t>
            </w:r>
          </w:p>
        </w:tc>
      </w:tr>
      <w:tr w:rsidR="00CA5601" w:rsidRPr="00CA5601" w:rsidTr="00154981">
        <w:trPr>
          <w:trHeight w:val="130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4.3.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граждан, стоящих в очереди на предоставление жилых помещений на условиях социального найма, в том числе: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чел.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2396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2 396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2 346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2 280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2 259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2 259</w:t>
            </w:r>
          </w:p>
        </w:tc>
      </w:tr>
      <w:tr w:rsidR="00CA5601" w:rsidRPr="00CA5601" w:rsidTr="00154981">
        <w:trPr>
          <w:trHeight w:val="51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4.3.1.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сельских поселений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1321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1 321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1 311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1 245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1 229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1 229</w:t>
            </w:r>
          </w:p>
        </w:tc>
      </w:tr>
      <w:tr w:rsidR="00CA5601" w:rsidRPr="00CA5601" w:rsidTr="00154981">
        <w:trPr>
          <w:trHeight w:val="51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4.3.2.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1075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1075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1035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1035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1030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1030</w:t>
            </w:r>
          </w:p>
        </w:tc>
      </w:tr>
      <w:tr w:rsidR="00CA5601" w:rsidRPr="00CA5601" w:rsidTr="00154981">
        <w:trPr>
          <w:trHeight w:val="135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4.4.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Ввод в эксплуатацию (приобретение) муниципального жилого фонда на территории поселений НАО, в том числе: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кв. 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1811,7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1 880,4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4 046,3</w:t>
            </w:r>
          </w:p>
        </w:tc>
        <w:tc>
          <w:tcPr>
            <w:tcW w:w="729" w:type="dxa"/>
            <w:hideMark/>
          </w:tcPr>
          <w:p w:rsidR="00CA5601" w:rsidRPr="00CA5601" w:rsidRDefault="00EF1A33" w:rsidP="00CA5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5978,0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4 326,0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0,00</w:t>
            </w:r>
          </w:p>
        </w:tc>
      </w:tr>
      <w:tr w:rsidR="00CA5601" w:rsidRPr="00CA5601" w:rsidTr="00154981">
        <w:trPr>
          <w:trHeight w:val="52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4.4.1.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сельских поселений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960,7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242,35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2 408,3</w:t>
            </w:r>
          </w:p>
        </w:tc>
        <w:tc>
          <w:tcPr>
            <w:tcW w:w="729" w:type="dxa"/>
            <w:hideMark/>
          </w:tcPr>
          <w:p w:rsidR="00CA5601" w:rsidRPr="00CA5601" w:rsidRDefault="00EF1A33" w:rsidP="00CA5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5978,0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804,0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</w:t>
            </w:r>
          </w:p>
        </w:tc>
      </w:tr>
      <w:tr w:rsidR="00CA5601" w:rsidRPr="00CA5601" w:rsidTr="00154981">
        <w:trPr>
          <w:trHeight w:val="48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4.4.2.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851,0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1 638,0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1 638,0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3 522,0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0,00</w:t>
            </w:r>
          </w:p>
        </w:tc>
      </w:tr>
      <w:tr w:rsidR="00CA5601" w:rsidRPr="00CA5601" w:rsidTr="00154981">
        <w:trPr>
          <w:trHeight w:val="97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lastRenderedPageBreak/>
              <w:t>4.5.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кв. 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28,09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27,25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27,35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27,68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27,92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27,92</w:t>
            </w:r>
          </w:p>
        </w:tc>
      </w:tr>
      <w:tr w:rsidR="00CA5601" w:rsidRPr="00CA5601" w:rsidTr="00154981">
        <w:trPr>
          <w:trHeight w:val="99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4.6.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жилых домов, в которых проведен текущий и (или) капитальный ремонт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19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Муниципальное имущество и муниципальные унитарные предприятия</w:t>
            </w:r>
          </w:p>
        </w:tc>
      </w:tr>
      <w:tr w:rsidR="00CA5601" w:rsidRPr="00CA5601" w:rsidTr="00154981">
        <w:trPr>
          <w:trHeight w:val="100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муниципальных предприятий Заполярного района, в том числе: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экономики и прогнозирования</w:t>
            </w: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</w:t>
            </w:r>
          </w:p>
        </w:tc>
      </w:tr>
      <w:tr w:rsidR="00CA5601" w:rsidRPr="00CA5601" w:rsidTr="00154981">
        <w:trPr>
          <w:trHeight w:val="76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5.1.1.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учредителем которых является Администрация Заполярного района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</w:t>
            </w:r>
          </w:p>
        </w:tc>
      </w:tr>
      <w:tr w:rsidR="00CA5601" w:rsidRPr="00CA5601" w:rsidTr="00154981">
        <w:trPr>
          <w:trHeight w:val="99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Доход от сдачи в аренду объектов муниципальной формы собственности (в том числе земельных участков)</w:t>
            </w:r>
          </w:p>
        </w:tc>
        <w:tc>
          <w:tcPr>
            <w:tcW w:w="1825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муниципального имущества</w:t>
            </w: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8 066,02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6 046,90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8 123,90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8 270,40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8 270,40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8 270,40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Муниципальные программы</w:t>
            </w:r>
          </w:p>
        </w:tc>
      </w:tr>
      <w:tr w:rsidR="00CA5601" w:rsidRPr="00CA5601" w:rsidTr="00154981">
        <w:trPr>
          <w:trHeight w:val="85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действующих муниципальных программ (на конец отчетного периода)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экономики и прогнозирования</w:t>
            </w: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16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16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16</w:t>
            </w:r>
          </w:p>
        </w:tc>
      </w:tr>
      <w:tr w:rsidR="00CA5601" w:rsidRPr="00CA5601" w:rsidTr="00154981">
        <w:trPr>
          <w:trHeight w:val="915"/>
        </w:trPr>
        <w:tc>
          <w:tcPr>
            <w:tcW w:w="70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Исполнение муниципальных программ (освоено средств от запланированных на год)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90,1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32,9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Гражданская оборона и предупреждение чрезвычайных ситуаций</w:t>
            </w:r>
          </w:p>
        </w:tc>
      </w:tr>
      <w:tr w:rsidR="00CA5601" w:rsidRPr="00CA5601" w:rsidTr="00154981">
        <w:trPr>
          <w:trHeight w:val="156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заседаний комиссии по предотвращению и ликвидации последствий чрезвычайных ситуаций и обеспечению пожарной безопасности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Сектор ГО и ЧС, охраны общественного порядка и мобилизационной работы</w:t>
            </w: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</w:t>
            </w:r>
          </w:p>
        </w:tc>
      </w:tr>
      <w:tr w:rsidR="00CA5601" w:rsidRPr="00CA5601" w:rsidTr="00154981">
        <w:trPr>
          <w:trHeight w:val="69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Численность населения, прошедшего обучение по вопросам ГО и ЧС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чел.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238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40</w:t>
            </w:r>
          </w:p>
        </w:tc>
      </w:tr>
      <w:tr w:rsidR="00CA5601" w:rsidRPr="00CA5601" w:rsidTr="00154981">
        <w:trPr>
          <w:trHeight w:val="156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7.3.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Доля населенных пунктов Заполярного района, охваченного местной автоматизированной системой централизованного оповещения гражданской обороны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62,4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64,1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66,7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69,3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82,1</w:t>
            </w:r>
          </w:p>
        </w:tc>
      </w:tr>
      <w:tr w:rsidR="00CA5601" w:rsidRPr="00CA5601" w:rsidTr="00154981">
        <w:trPr>
          <w:trHeight w:val="76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7.4.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пожаров на территории поселений Заполярного района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84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84</w:t>
            </w:r>
          </w:p>
        </w:tc>
      </w:tr>
      <w:tr w:rsidR="00CA5601" w:rsidRPr="00CA5601" w:rsidTr="00154981">
        <w:trPr>
          <w:trHeight w:val="265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lastRenderedPageBreak/>
              <w:t>7.5.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муниципальных образований, расположенных на территории Заполярного района, в которых социально значимые объекты (места массового пребывания людей) оборудованы техническими средствами защиты антитеррористической направленности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Дорожная деятельность и транспортные услуги</w:t>
            </w:r>
          </w:p>
        </w:tc>
      </w:tr>
      <w:tr w:rsidR="00CA5601" w:rsidRPr="00CA5601" w:rsidTr="00154981">
        <w:trPr>
          <w:trHeight w:val="120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Протяженность автомобильных дорог общего пользования местного значения в границах поселений и на межселенной территории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экономики и прогнозирования</w:t>
            </w: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км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65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65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65</w:t>
            </w:r>
          </w:p>
        </w:tc>
      </w:tr>
      <w:tr w:rsidR="00CA5601" w:rsidRPr="00CA5601" w:rsidTr="00154981">
        <w:trPr>
          <w:trHeight w:val="127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перевезенных пассажиров по муниципальному маршруту в границах Заполярного района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textDirection w:val="btLr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пассажиров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15 410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8 879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14 298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15 872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16 348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16 838</w:t>
            </w:r>
          </w:p>
        </w:tc>
      </w:tr>
      <w:tr w:rsidR="00CA5601" w:rsidRPr="00CA5601" w:rsidTr="00154981">
        <w:trPr>
          <w:trHeight w:val="147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8.3.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перевезенных пассажиров МП ЗР "Северная транспортная компания" по межмуниципальным маршрутам в границах Заполярного района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10 978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7 698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10 934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10 934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10 934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10 934</w:t>
            </w:r>
          </w:p>
        </w:tc>
      </w:tr>
      <w:tr w:rsidR="00CA5601" w:rsidRPr="00CA5601" w:rsidTr="00154981">
        <w:trPr>
          <w:trHeight w:val="186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8.4.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Доля населенных пунктов Заполярного района, не имеющих регулярного автобусного сообщения с административным центром городского округа (муниципального района)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95,0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95,0</w:t>
            </w:r>
          </w:p>
        </w:tc>
      </w:tr>
      <w:tr w:rsidR="00CA5601" w:rsidRPr="00CA5601" w:rsidTr="00154981">
        <w:trPr>
          <w:trHeight w:val="160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8.5.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Доля населенных пунктов Заполярного района, имеющего доступ к снегоходным трассам, расположенным на территории поселений НАО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81,0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81,0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81,0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81,0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81,0</w:t>
            </w:r>
          </w:p>
        </w:tc>
      </w:tr>
      <w:tr w:rsidR="00CA5601" w:rsidRPr="00CA5601" w:rsidTr="00154981">
        <w:trPr>
          <w:trHeight w:val="160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8.6.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Доля населенных пунктов Заполярного района , в которых взлетно-посадочные полосы и вертолетные площадки, содержатся в надлежащем порядке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71,0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71,0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0,71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71,0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71,0</w:t>
            </w:r>
          </w:p>
        </w:tc>
      </w:tr>
      <w:tr w:rsidR="00CA5601" w:rsidRPr="00CA5601" w:rsidTr="00154981">
        <w:trPr>
          <w:trHeight w:val="109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lastRenderedPageBreak/>
              <w:t>8.7.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Доля Сельских поселений Заполярного района, в которых причалы содержатся в надлежащем порядке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Благоустройство и бытовое обслуживание населения</w:t>
            </w:r>
          </w:p>
        </w:tc>
      </w:tr>
      <w:tr w:rsidR="00CA5601" w:rsidRPr="00CA5601" w:rsidTr="00154981">
        <w:trPr>
          <w:trHeight w:val="102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потребленной электроэнергии на цели уличного освещения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экономики и прогнозирования</w:t>
            </w: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кВт/час.</w:t>
            </w:r>
          </w:p>
        </w:tc>
        <w:tc>
          <w:tcPr>
            <w:tcW w:w="851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1 067 285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647 602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1 115 962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1 171 760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1 171 760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1 171 760</w:t>
            </w:r>
          </w:p>
        </w:tc>
      </w:tr>
      <w:tr w:rsidR="00CA5601" w:rsidRPr="00CA5601" w:rsidTr="00154981">
        <w:trPr>
          <w:trHeight w:val="61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общественных бань в поселениях НАО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24</w:t>
            </w:r>
          </w:p>
        </w:tc>
      </w:tr>
      <w:tr w:rsidR="00CA5601" w:rsidRPr="00CA5601" w:rsidTr="00154981">
        <w:trPr>
          <w:trHeight w:val="79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9.3.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Количество помывок в общественных банях в поселениях НАО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71 588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48 473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71 565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73 712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75 923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78 201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10.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Сельское хозяйство</w:t>
            </w:r>
          </w:p>
        </w:tc>
      </w:tr>
      <w:tr w:rsidR="00CA5601" w:rsidRPr="00CA5601" w:rsidTr="00154981">
        <w:trPr>
          <w:trHeight w:val="72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Среднее поголовье крупного рогатого скота, в том числе: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Секто</w:t>
            </w:r>
            <w:r>
              <w:rPr>
                <w:sz w:val="20"/>
                <w:szCs w:val="20"/>
              </w:rPr>
              <w:t>р по развитию сельскохозяйствен</w:t>
            </w:r>
            <w:r w:rsidRPr="00CA5601">
              <w:rPr>
                <w:sz w:val="20"/>
                <w:szCs w:val="20"/>
              </w:rPr>
              <w:t>ного производства</w:t>
            </w: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голов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314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311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314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318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318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318</w:t>
            </w:r>
          </w:p>
        </w:tc>
      </w:tr>
      <w:tr w:rsidR="00CA560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10.1.1.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коров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голов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132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136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130</w:t>
            </w:r>
          </w:p>
        </w:tc>
      </w:tr>
      <w:tr w:rsidR="00CA5601" w:rsidRPr="00CA5601" w:rsidTr="00154981">
        <w:trPr>
          <w:trHeight w:val="465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Валовое производство молока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т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418,3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205,7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308,5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401,2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401,2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401,2</w:t>
            </w:r>
          </w:p>
        </w:tc>
      </w:tr>
      <w:tr w:rsidR="00154981" w:rsidRPr="00CA5601" w:rsidTr="00154981">
        <w:trPr>
          <w:trHeight w:val="30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11.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Прочие показатели</w:t>
            </w:r>
          </w:p>
        </w:tc>
      </w:tr>
      <w:tr w:rsidR="00CA5601" w:rsidRPr="00CA5601" w:rsidTr="00154981">
        <w:trPr>
          <w:trHeight w:val="1230"/>
        </w:trPr>
        <w:tc>
          <w:tcPr>
            <w:tcW w:w="70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Индекс потребительских цен </w:t>
            </w:r>
          </w:p>
        </w:tc>
        <w:tc>
          <w:tcPr>
            <w:tcW w:w="1825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Управление экономики и прогнозирования</w:t>
            </w:r>
          </w:p>
        </w:tc>
        <w:tc>
          <w:tcPr>
            <w:tcW w:w="726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109</w:t>
            </w:r>
          </w:p>
        </w:tc>
        <w:tc>
          <w:tcPr>
            <w:tcW w:w="94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104,9</w:t>
            </w:r>
          </w:p>
        </w:tc>
        <w:tc>
          <w:tcPr>
            <w:tcW w:w="807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109,0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104,4</w:t>
            </w:r>
          </w:p>
        </w:tc>
        <w:tc>
          <w:tcPr>
            <w:tcW w:w="729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104,0</w:t>
            </w:r>
          </w:p>
        </w:tc>
        <w:tc>
          <w:tcPr>
            <w:tcW w:w="904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104,0</w:t>
            </w:r>
          </w:p>
        </w:tc>
      </w:tr>
      <w:tr w:rsidR="00154981" w:rsidRPr="00CA5601" w:rsidTr="00154981">
        <w:trPr>
          <w:trHeight w:val="645"/>
        </w:trPr>
        <w:tc>
          <w:tcPr>
            <w:tcW w:w="709" w:type="dxa"/>
            <w:noWrap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Поддержка налогоплательщиков, получивших статус резидента Арктической зоны Российской Федерации</w:t>
            </w:r>
          </w:p>
        </w:tc>
      </w:tr>
      <w:tr w:rsidR="00CA5601" w:rsidRPr="00CA5601" w:rsidTr="00154981">
        <w:trPr>
          <w:trHeight w:val="2340"/>
        </w:trPr>
        <w:tc>
          <w:tcPr>
            <w:tcW w:w="709" w:type="dxa"/>
            <w:noWrap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12.1.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Освобождение от уплаты земельного налога, в отношении земельных участков, используемых для осуществления деятельности, предусмотренной соглашением об осуществлении инвестиционной деятельности в Арктической зоне РФ</w:t>
            </w:r>
          </w:p>
        </w:tc>
        <w:tc>
          <w:tcPr>
            <w:tcW w:w="1825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726" w:type="dxa"/>
            <w:noWrap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100</w:t>
            </w:r>
          </w:p>
        </w:tc>
        <w:tc>
          <w:tcPr>
            <w:tcW w:w="941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100</w:t>
            </w:r>
          </w:p>
        </w:tc>
        <w:tc>
          <w:tcPr>
            <w:tcW w:w="807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100</w:t>
            </w:r>
          </w:p>
        </w:tc>
        <w:tc>
          <w:tcPr>
            <w:tcW w:w="904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100</w:t>
            </w:r>
          </w:p>
        </w:tc>
      </w:tr>
      <w:tr w:rsidR="00154981" w:rsidRPr="00CA5601" w:rsidTr="00154981">
        <w:trPr>
          <w:trHeight w:val="525"/>
        </w:trPr>
        <w:tc>
          <w:tcPr>
            <w:tcW w:w="709" w:type="dxa"/>
            <w:noWrap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13.</w:t>
            </w:r>
          </w:p>
        </w:tc>
        <w:tc>
          <w:tcPr>
            <w:tcW w:w="9923" w:type="dxa"/>
            <w:gridSpan w:val="9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Доходы бюджета муниципального района «Заполярный район»</w:t>
            </w:r>
          </w:p>
        </w:tc>
      </w:tr>
      <w:tr w:rsidR="00154981" w:rsidRPr="00CA5601" w:rsidTr="00154981">
        <w:trPr>
          <w:trHeight w:val="525"/>
        </w:trPr>
        <w:tc>
          <w:tcPr>
            <w:tcW w:w="709" w:type="dxa"/>
            <w:noWrap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Доходы всего, в том числе:</w:t>
            </w:r>
          </w:p>
        </w:tc>
        <w:tc>
          <w:tcPr>
            <w:tcW w:w="1825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726" w:type="dxa"/>
            <w:vMerge w:val="restart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млн руб.</w:t>
            </w:r>
          </w:p>
        </w:tc>
        <w:tc>
          <w:tcPr>
            <w:tcW w:w="851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hideMark/>
          </w:tcPr>
          <w:p w:rsidR="00CA5601" w:rsidRPr="00CA5601" w:rsidRDefault="00CA5601" w:rsidP="0012526E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</w:t>
            </w:r>
            <w:r w:rsidR="0012526E">
              <w:rPr>
                <w:sz w:val="20"/>
                <w:szCs w:val="20"/>
              </w:rPr>
              <w:t> 246,0</w:t>
            </w:r>
          </w:p>
        </w:tc>
        <w:tc>
          <w:tcPr>
            <w:tcW w:w="807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1 755,5   </w:t>
            </w:r>
          </w:p>
        </w:tc>
        <w:tc>
          <w:tcPr>
            <w:tcW w:w="72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1 801,7   </w:t>
            </w:r>
          </w:p>
        </w:tc>
        <w:tc>
          <w:tcPr>
            <w:tcW w:w="72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1 878,4   </w:t>
            </w:r>
          </w:p>
        </w:tc>
        <w:tc>
          <w:tcPr>
            <w:tcW w:w="904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1 984,0   </w:t>
            </w:r>
          </w:p>
        </w:tc>
      </w:tr>
      <w:tr w:rsidR="00154981" w:rsidRPr="00CA5601" w:rsidTr="00154981">
        <w:trPr>
          <w:trHeight w:val="615"/>
        </w:trPr>
        <w:tc>
          <w:tcPr>
            <w:tcW w:w="709" w:type="dxa"/>
            <w:noWrap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13.1.1.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Налоговые и неналоговые доходы районного бюджета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1 229,00</w:t>
            </w:r>
          </w:p>
        </w:tc>
        <w:tc>
          <w:tcPr>
            <w:tcW w:w="807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1 719,6   </w:t>
            </w:r>
          </w:p>
        </w:tc>
        <w:tc>
          <w:tcPr>
            <w:tcW w:w="72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1 757,9   </w:t>
            </w:r>
          </w:p>
        </w:tc>
        <w:tc>
          <w:tcPr>
            <w:tcW w:w="72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1 863,6   </w:t>
            </w:r>
          </w:p>
        </w:tc>
        <w:tc>
          <w:tcPr>
            <w:tcW w:w="904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1 968,9   </w:t>
            </w:r>
          </w:p>
        </w:tc>
      </w:tr>
      <w:tr w:rsidR="00154981" w:rsidRPr="00CA5601" w:rsidTr="00154981">
        <w:trPr>
          <w:trHeight w:val="525"/>
        </w:trPr>
        <w:tc>
          <w:tcPr>
            <w:tcW w:w="709" w:type="dxa"/>
            <w:noWrap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13.1.2.</w:t>
            </w:r>
          </w:p>
        </w:tc>
        <w:tc>
          <w:tcPr>
            <w:tcW w:w="2411" w:type="dxa"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825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Merge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noWrap/>
            <w:hideMark/>
          </w:tcPr>
          <w:p w:rsidR="00CA5601" w:rsidRPr="00CA5601" w:rsidRDefault="00CA5601" w:rsidP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>17,00</w:t>
            </w:r>
          </w:p>
        </w:tc>
        <w:tc>
          <w:tcPr>
            <w:tcW w:w="807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    35,9   </w:t>
            </w:r>
          </w:p>
        </w:tc>
        <w:tc>
          <w:tcPr>
            <w:tcW w:w="72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    43,8   </w:t>
            </w:r>
          </w:p>
        </w:tc>
        <w:tc>
          <w:tcPr>
            <w:tcW w:w="729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     14,8   </w:t>
            </w:r>
          </w:p>
        </w:tc>
        <w:tc>
          <w:tcPr>
            <w:tcW w:w="904" w:type="dxa"/>
            <w:hideMark/>
          </w:tcPr>
          <w:p w:rsidR="00CA5601" w:rsidRPr="00CA5601" w:rsidRDefault="00CA5601">
            <w:pPr>
              <w:jc w:val="center"/>
              <w:rPr>
                <w:sz w:val="20"/>
                <w:szCs w:val="20"/>
              </w:rPr>
            </w:pPr>
            <w:r w:rsidRPr="00CA5601">
              <w:rPr>
                <w:sz w:val="20"/>
                <w:szCs w:val="20"/>
              </w:rPr>
              <w:t xml:space="preserve">        15,1   </w:t>
            </w:r>
          </w:p>
        </w:tc>
      </w:tr>
    </w:tbl>
    <w:p w:rsidR="00A43C9A" w:rsidRPr="001F6819" w:rsidRDefault="00A43C9A" w:rsidP="00CC7006">
      <w:pPr>
        <w:jc w:val="center"/>
        <w:rPr>
          <w:sz w:val="20"/>
          <w:szCs w:val="20"/>
        </w:rPr>
      </w:pPr>
    </w:p>
    <w:sectPr w:rsidR="00A43C9A" w:rsidRPr="001F6819" w:rsidSect="00544AE6">
      <w:footerReference w:type="default" r:id="rId9"/>
      <w:pgSz w:w="11906" w:h="16838"/>
      <w:pgMar w:top="1247" w:right="849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963" w:rsidRDefault="00655963" w:rsidP="00543234">
      <w:r>
        <w:separator/>
      </w:r>
    </w:p>
  </w:endnote>
  <w:endnote w:type="continuationSeparator" w:id="0">
    <w:p w:rsidR="00655963" w:rsidRDefault="00655963" w:rsidP="0054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3B0" w:rsidRDefault="005563B0">
    <w:pPr>
      <w:pStyle w:val="a8"/>
    </w:pPr>
  </w:p>
  <w:p w:rsidR="005563B0" w:rsidRDefault="005563B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963" w:rsidRDefault="00655963" w:rsidP="00543234">
      <w:r>
        <w:separator/>
      </w:r>
    </w:p>
  </w:footnote>
  <w:footnote w:type="continuationSeparator" w:id="0">
    <w:p w:rsidR="00655963" w:rsidRDefault="00655963" w:rsidP="00543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055BD"/>
    <w:rsid w:val="00037E16"/>
    <w:rsid w:val="00055813"/>
    <w:rsid w:val="00063CF5"/>
    <w:rsid w:val="000722C5"/>
    <w:rsid w:val="000816CB"/>
    <w:rsid w:val="000907A9"/>
    <w:rsid w:val="000A6891"/>
    <w:rsid w:val="000B0AE7"/>
    <w:rsid w:val="000D4087"/>
    <w:rsid w:val="000E7ED4"/>
    <w:rsid w:val="000F14DD"/>
    <w:rsid w:val="00105246"/>
    <w:rsid w:val="001146E3"/>
    <w:rsid w:val="0012526E"/>
    <w:rsid w:val="00137E5F"/>
    <w:rsid w:val="00154981"/>
    <w:rsid w:val="001749A1"/>
    <w:rsid w:val="00174A47"/>
    <w:rsid w:val="001C763F"/>
    <w:rsid w:val="001F6819"/>
    <w:rsid w:val="002215F0"/>
    <w:rsid w:val="002534BC"/>
    <w:rsid w:val="00254EAE"/>
    <w:rsid w:val="00270BB6"/>
    <w:rsid w:val="00286277"/>
    <w:rsid w:val="00291DB9"/>
    <w:rsid w:val="002A24BE"/>
    <w:rsid w:val="002B79C7"/>
    <w:rsid w:val="002D746B"/>
    <w:rsid w:val="00303F7F"/>
    <w:rsid w:val="003114F8"/>
    <w:rsid w:val="0035335B"/>
    <w:rsid w:val="0036529B"/>
    <w:rsid w:val="00383C02"/>
    <w:rsid w:val="003A224F"/>
    <w:rsid w:val="003D1746"/>
    <w:rsid w:val="003E22FC"/>
    <w:rsid w:val="004411FD"/>
    <w:rsid w:val="00447922"/>
    <w:rsid w:val="00450E0C"/>
    <w:rsid w:val="00461CE6"/>
    <w:rsid w:val="00472CE9"/>
    <w:rsid w:val="004E4436"/>
    <w:rsid w:val="005049B7"/>
    <w:rsid w:val="005149D7"/>
    <w:rsid w:val="00543234"/>
    <w:rsid w:val="00544AE6"/>
    <w:rsid w:val="005563B0"/>
    <w:rsid w:val="00557733"/>
    <w:rsid w:val="005654E4"/>
    <w:rsid w:val="0057342F"/>
    <w:rsid w:val="00574D60"/>
    <w:rsid w:val="00583BEE"/>
    <w:rsid w:val="005B2609"/>
    <w:rsid w:val="005D3198"/>
    <w:rsid w:val="005F0335"/>
    <w:rsid w:val="005F5C95"/>
    <w:rsid w:val="006022CA"/>
    <w:rsid w:val="00606663"/>
    <w:rsid w:val="00642FAB"/>
    <w:rsid w:val="006504F0"/>
    <w:rsid w:val="00650CEE"/>
    <w:rsid w:val="00655963"/>
    <w:rsid w:val="0066147D"/>
    <w:rsid w:val="00664695"/>
    <w:rsid w:val="006745AB"/>
    <w:rsid w:val="00675AD5"/>
    <w:rsid w:val="006C7195"/>
    <w:rsid w:val="006E4928"/>
    <w:rsid w:val="006E61C3"/>
    <w:rsid w:val="006F7F43"/>
    <w:rsid w:val="00751F5F"/>
    <w:rsid w:val="00763F22"/>
    <w:rsid w:val="00771A3E"/>
    <w:rsid w:val="00790F53"/>
    <w:rsid w:val="007B3DEF"/>
    <w:rsid w:val="007B4922"/>
    <w:rsid w:val="007B7799"/>
    <w:rsid w:val="007C326A"/>
    <w:rsid w:val="007E5869"/>
    <w:rsid w:val="007E7942"/>
    <w:rsid w:val="0083164C"/>
    <w:rsid w:val="00831ACD"/>
    <w:rsid w:val="00832934"/>
    <w:rsid w:val="00835230"/>
    <w:rsid w:val="00840713"/>
    <w:rsid w:val="008714D6"/>
    <w:rsid w:val="00871920"/>
    <w:rsid w:val="00881B4D"/>
    <w:rsid w:val="00893DB0"/>
    <w:rsid w:val="008A48CA"/>
    <w:rsid w:val="008E7686"/>
    <w:rsid w:val="008F47F6"/>
    <w:rsid w:val="00904884"/>
    <w:rsid w:val="009250AC"/>
    <w:rsid w:val="009331F7"/>
    <w:rsid w:val="00946B5B"/>
    <w:rsid w:val="0096351E"/>
    <w:rsid w:val="00964481"/>
    <w:rsid w:val="00965606"/>
    <w:rsid w:val="0096654D"/>
    <w:rsid w:val="00967E20"/>
    <w:rsid w:val="00974006"/>
    <w:rsid w:val="009A4CB9"/>
    <w:rsid w:val="009C19B1"/>
    <w:rsid w:val="00A43C9A"/>
    <w:rsid w:val="00A44637"/>
    <w:rsid w:val="00A5336B"/>
    <w:rsid w:val="00A53EC0"/>
    <w:rsid w:val="00A5435E"/>
    <w:rsid w:val="00A61A0A"/>
    <w:rsid w:val="00A80676"/>
    <w:rsid w:val="00AA0243"/>
    <w:rsid w:val="00AF3472"/>
    <w:rsid w:val="00B139FB"/>
    <w:rsid w:val="00B43D4F"/>
    <w:rsid w:val="00B47DF0"/>
    <w:rsid w:val="00B576C9"/>
    <w:rsid w:val="00B62BCB"/>
    <w:rsid w:val="00B75F8D"/>
    <w:rsid w:val="00B818E2"/>
    <w:rsid w:val="00BD1114"/>
    <w:rsid w:val="00C10FC2"/>
    <w:rsid w:val="00C11C1E"/>
    <w:rsid w:val="00C21FDD"/>
    <w:rsid w:val="00C75CAF"/>
    <w:rsid w:val="00C90759"/>
    <w:rsid w:val="00CA33FD"/>
    <w:rsid w:val="00CA5601"/>
    <w:rsid w:val="00CB3F1F"/>
    <w:rsid w:val="00CC6E07"/>
    <w:rsid w:val="00CC7006"/>
    <w:rsid w:val="00CF3E56"/>
    <w:rsid w:val="00D1367B"/>
    <w:rsid w:val="00D20DD4"/>
    <w:rsid w:val="00D3754F"/>
    <w:rsid w:val="00D7668F"/>
    <w:rsid w:val="00D83CDF"/>
    <w:rsid w:val="00DC52E3"/>
    <w:rsid w:val="00DD7D17"/>
    <w:rsid w:val="00DE3A25"/>
    <w:rsid w:val="00DE4AC3"/>
    <w:rsid w:val="00E063F5"/>
    <w:rsid w:val="00E662F3"/>
    <w:rsid w:val="00E85770"/>
    <w:rsid w:val="00EB1949"/>
    <w:rsid w:val="00EB747C"/>
    <w:rsid w:val="00ED4BCC"/>
    <w:rsid w:val="00ED5A9A"/>
    <w:rsid w:val="00EE524E"/>
    <w:rsid w:val="00EE5A72"/>
    <w:rsid w:val="00EF0C1E"/>
    <w:rsid w:val="00EF1A33"/>
    <w:rsid w:val="00EF3D25"/>
    <w:rsid w:val="00F13244"/>
    <w:rsid w:val="00F91CDF"/>
    <w:rsid w:val="00FA5A3E"/>
    <w:rsid w:val="00FA7A4F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6DF8E"/>
  <w15:docId w15:val="{CC72630C-41BB-4C2B-ADA6-64568BE6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5"/>
    <w:uiPriority w:val="39"/>
    <w:rsid w:val="005432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432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3234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432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3234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link w:val="ab"/>
    <w:uiPriority w:val="34"/>
    <w:qFormat/>
    <w:rsid w:val="00C11C1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Абзац списка Знак"/>
    <w:basedOn w:val="a0"/>
    <w:link w:val="aa"/>
    <w:uiPriority w:val="34"/>
    <w:rsid w:val="00C11C1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5EC36-9FE3-4D49-A1DA-9122F2115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1</TotalTime>
  <Pages>7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Пищ Оксана Владимировна</cp:lastModifiedBy>
  <cp:revision>3</cp:revision>
  <cp:lastPrinted>2024-11-12T10:46:00Z</cp:lastPrinted>
  <dcterms:created xsi:type="dcterms:W3CDTF">2024-11-13T06:21:00Z</dcterms:created>
  <dcterms:modified xsi:type="dcterms:W3CDTF">2024-11-13T06:23:00Z</dcterms:modified>
</cp:coreProperties>
</file>