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787344">
      <w:pPr>
        <w:jc w:val="center"/>
        <w:rPr>
          <w:sz w:val="16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787344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>Администрация муниципального района «Заполярный район»</w:t>
      </w:r>
    </w:p>
    <w:p w:rsidR="0047274A" w:rsidRDefault="0047274A" w:rsidP="00787344">
      <w:pPr>
        <w:jc w:val="center"/>
        <w:rPr>
          <w:b/>
          <w:sz w:val="30"/>
        </w:rPr>
      </w:pPr>
      <w:r>
        <w:rPr>
          <w:b/>
          <w:sz w:val="30"/>
        </w:rPr>
        <w:t>Ненецкого автономного округа</w:t>
      </w:r>
      <w:r w:rsidR="003F6AAD">
        <w:rPr>
          <w:b/>
          <w:sz w:val="30"/>
        </w:rPr>
        <w:t>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724237">
        <w:rPr>
          <w:b/>
          <w:sz w:val="28"/>
          <w:szCs w:val="28"/>
          <w:u w:val="single"/>
        </w:rPr>
        <w:t>00</w:t>
      </w:r>
      <w:r w:rsidR="00ED5EC2">
        <w:rPr>
          <w:b/>
          <w:sz w:val="28"/>
          <w:szCs w:val="28"/>
          <w:u w:val="single"/>
        </w:rPr>
        <w:t>.</w:t>
      </w:r>
      <w:r w:rsidR="00131C35">
        <w:rPr>
          <w:b/>
          <w:sz w:val="28"/>
          <w:szCs w:val="28"/>
          <w:u w:val="single"/>
        </w:rPr>
        <w:t>1</w:t>
      </w:r>
      <w:r w:rsidR="004C144B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.20</w:t>
      </w:r>
      <w:r w:rsidR="00A751C0">
        <w:rPr>
          <w:b/>
          <w:sz w:val="28"/>
          <w:szCs w:val="28"/>
          <w:u w:val="single"/>
        </w:rPr>
        <w:t>2</w:t>
      </w:r>
      <w:r w:rsidR="004C144B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№ </w:t>
      </w:r>
      <w:r w:rsidR="00724237">
        <w:rPr>
          <w:b/>
          <w:sz w:val="28"/>
          <w:szCs w:val="28"/>
          <w:u w:val="single"/>
        </w:rPr>
        <w:t>000</w:t>
      </w:r>
      <w:r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13463B">
        <w:rPr>
          <w:sz w:val="20"/>
        </w:rPr>
        <w:t>р.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 w:rsidP="00182B4B">
            <w:pPr>
              <w:jc w:val="both"/>
              <w:rPr>
                <w:sz w:val="22"/>
              </w:rPr>
            </w:pPr>
            <w:r>
              <w:rPr>
                <w:sz w:val="22"/>
              </w:rPr>
              <w:t>О внесении изменени</w:t>
            </w:r>
            <w:r w:rsidR="00182B4B">
              <w:rPr>
                <w:sz w:val="22"/>
              </w:rPr>
              <w:t>я</w:t>
            </w:r>
            <w:r>
              <w:rPr>
                <w:sz w:val="22"/>
              </w:rPr>
              <w:t xml:space="preserve">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</w:t>
            </w:r>
            <w:r w:rsidR="004C144B">
              <w:rPr>
                <w:sz w:val="22"/>
              </w:rPr>
              <w:t>29</w:t>
            </w:r>
            <w:r>
              <w:rPr>
                <w:sz w:val="22"/>
              </w:rPr>
              <w:t>.</w:t>
            </w:r>
            <w:r w:rsidR="00A751C0">
              <w:rPr>
                <w:sz w:val="22"/>
              </w:rPr>
              <w:t>1</w:t>
            </w:r>
            <w:r w:rsidR="00C7392A">
              <w:rPr>
                <w:sz w:val="22"/>
              </w:rPr>
              <w:t>2</w:t>
            </w:r>
            <w:r>
              <w:rPr>
                <w:sz w:val="22"/>
              </w:rPr>
              <w:t>.20</w:t>
            </w:r>
            <w:r w:rsidR="00A62700">
              <w:rPr>
                <w:sz w:val="22"/>
              </w:rPr>
              <w:t>2</w:t>
            </w:r>
            <w:r w:rsidR="004C144B">
              <w:rPr>
                <w:sz w:val="22"/>
              </w:rPr>
              <w:t>3</w:t>
            </w:r>
            <w:r>
              <w:rPr>
                <w:sz w:val="22"/>
              </w:rPr>
              <w:t xml:space="preserve"> № </w:t>
            </w:r>
            <w:r w:rsidR="00956AF9">
              <w:rPr>
                <w:sz w:val="22"/>
              </w:rPr>
              <w:t>4</w:t>
            </w:r>
            <w:r w:rsidR="004C144B">
              <w:rPr>
                <w:sz w:val="22"/>
              </w:rPr>
              <w:t>33</w:t>
            </w:r>
            <w:r>
              <w:rPr>
                <w:sz w:val="22"/>
              </w:rPr>
              <w:t xml:space="preserve">п </w:t>
            </w:r>
          </w:p>
        </w:tc>
      </w:tr>
    </w:tbl>
    <w:p w:rsidR="00787344" w:rsidRDefault="00787344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163CEE" w:rsidRPr="007A2A27" w:rsidRDefault="00787344" w:rsidP="00163CEE">
      <w:pPr>
        <w:ind w:firstLine="709"/>
        <w:jc w:val="both"/>
        <w:rPr>
          <w:sz w:val="26"/>
          <w:szCs w:val="26"/>
        </w:rPr>
      </w:pPr>
      <w:r w:rsidRPr="007A2A27">
        <w:rPr>
          <w:sz w:val="26"/>
          <w:szCs w:val="26"/>
        </w:rPr>
        <w:t>В соответствии с Уставом муниципального образования «Муниципальный район «Заполярный район»</w:t>
      </w:r>
      <w:r w:rsidR="00EA6D15" w:rsidRPr="00EA6D15">
        <w:rPr>
          <w:sz w:val="26"/>
          <w:szCs w:val="26"/>
        </w:rPr>
        <w:t xml:space="preserve"> </w:t>
      </w:r>
      <w:r w:rsidR="00EA6D15" w:rsidRPr="007A2A27">
        <w:rPr>
          <w:sz w:val="26"/>
          <w:szCs w:val="26"/>
        </w:rPr>
        <w:t>Ненецкого автономного округа</w:t>
      </w:r>
      <w:r w:rsidR="00EA6D15">
        <w:rPr>
          <w:sz w:val="26"/>
          <w:szCs w:val="26"/>
        </w:rPr>
        <w:t>»</w:t>
      </w:r>
      <w:r w:rsidRPr="007A2A27">
        <w:rPr>
          <w:sz w:val="26"/>
          <w:szCs w:val="26"/>
        </w:rPr>
        <w:t xml:space="preserve">, Федеральным законом </w:t>
      </w:r>
      <w:r w:rsidRPr="007A2A27">
        <w:rPr>
          <w:sz w:val="26"/>
          <w:szCs w:val="26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</w:t>
      </w:r>
      <w:r w:rsidR="00A62700" w:rsidRPr="007A2A27">
        <w:rPr>
          <w:sz w:val="26"/>
          <w:szCs w:val="26"/>
        </w:rPr>
        <w:t>х</w:t>
      </w:r>
      <w:r w:rsidRPr="007A2A27">
        <w:rPr>
          <w:sz w:val="26"/>
          <w:szCs w:val="26"/>
        </w:rPr>
        <w:t xml:space="preserve"> предприятий и учреждений Заполярного района, утвержденным Администрацией</w:t>
      </w:r>
      <w:r w:rsidR="00A62700" w:rsidRPr="007A2A27">
        <w:rPr>
          <w:sz w:val="26"/>
          <w:szCs w:val="26"/>
        </w:rPr>
        <w:t xml:space="preserve"> </w:t>
      </w:r>
      <w:r w:rsidRPr="007A2A27">
        <w:rPr>
          <w:sz w:val="26"/>
          <w:szCs w:val="26"/>
        </w:rPr>
        <w:t xml:space="preserve"> муниципального района «Заполярный район» от 01.02.2018 № 22п, Администрация муниципального района «Заполярный район» </w:t>
      </w:r>
      <w:r w:rsidR="0047274A" w:rsidRPr="007A2A27">
        <w:rPr>
          <w:sz w:val="26"/>
          <w:szCs w:val="26"/>
        </w:rPr>
        <w:t>Ненецкого автономного округа</w:t>
      </w:r>
      <w:r w:rsidR="00182B4B">
        <w:rPr>
          <w:sz w:val="26"/>
          <w:szCs w:val="26"/>
        </w:rPr>
        <w:t>»</w:t>
      </w:r>
      <w:r w:rsidRPr="007A2A27">
        <w:rPr>
          <w:sz w:val="26"/>
          <w:szCs w:val="26"/>
        </w:rPr>
        <w:t xml:space="preserve"> ПОСТАНОВЛЯЕТ:</w:t>
      </w:r>
    </w:p>
    <w:p w:rsidR="00AC3D03" w:rsidRPr="007A2A27" w:rsidRDefault="00AC3D03" w:rsidP="00163CEE">
      <w:pPr>
        <w:ind w:firstLine="709"/>
        <w:jc w:val="both"/>
        <w:rPr>
          <w:sz w:val="26"/>
          <w:szCs w:val="26"/>
        </w:rPr>
      </w:pPr>
    </w:p>
    <w:p w:rsidR="0087095A" w:rsidRPr="0087095A" w:rsidRDefault="0087095A" w:rsidP="0087095A">
      <w:pPr>
        <w:pStyle w:val="aa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87095A">
        <w:rPr>
          <w:sz w:val="26"/>
          <w:szCs w:val="26"/>
        </w:rPr>
        <w:t xml:space="preserve">Дополнить постановление Администрации Заполярного района от </w:t>
      </w:r>
      <w:r w:rsidR="004C144B">
        <w:rPr>
          <w:sz w:val="26"/>
          <w:szCs w:val="26"/>
        </w:rPr>
        <w:t>29</w:t>
      </w:r>
      <w:r w:rsidRPr="0087095A">
        <w:rPr>
          <w:sz w:val="26"/>
          <w:szCs w:val="26"/>
        </w:rPr>
        <w:t>.12.202</w:t>
      </w:r>
      <w:r w:rsidR="004C144B">
        <w:rPr>
          <w:sz w:val="26"/>
          <w:szCs w:val="26"/>
        </w:rPr>
        <w:t>3</w:t>
      </w:r>
      <w:r w:rsidRPr="0087095A">
        <w:rPr>
          <w:sz w:val="26"/>
          <w:szCs w:val="26"/>
        </w:rPr>
        <w:t xml:space="preserve"> № 4</w:t>
      </w:r>
      <w:r w:rsidR="004C144B">
        <w:rPr>
          <w:sz w:val="26"/>
          <w:szCs w:val="26"/>
        </w:rPr>
        <w:t>33</w:t>
      </w:r>
      <w:r w:rsidRPr="0087095A">
        <w:rPr>
          <w:sz w:val="26"/>
          <w:szCs w:val="26"/>
        </w:rPr>
        <w:t>п «Об утверждении тарифов на услуги (работы) МП ЗР «</w:t>
      </w:r>
      <w:proofErr w:type="spellStart"/>
      <w:r w:rsidRPr="0087095A">
        <w:rPr>
          <w:sz w:val="26"/>
          <w:szCs w:val="26"/>
        </w:rPr>
        <w:t>Севержилкомсервис</w:t>
      </w:r>
      <w:proofErr w:type="spellEnd"/>
      <w:r w:rsidRPr="0087095A">
        <w:rPr>
          <w:sz w:val="26"/>
          <w:szCs w:val="26"/>
        </w:rPr>
        <w:t>» на 202</w:t>
      </w:r>
      <w:r w:rsidR="004C144B">
        <w:rPr>
          <w:sz w:val="26"/>
          <w:szCs w:val="26"/>
        </w:rPr>
        <w:t>4</w:t>
      </w:r>
      <w:r w:rsidRPr="0087095A">
        <w:rPr>
          <w:sz w:val="26"/>
          <w:szCs w:val="26"/>
        </w:rPr>
        <w:t xml:space="preserve"> год» приложени</w:t>
      </w:r>
      <w:r w:rsidR="00724237">
        <w:rPr>
          <w:sz w:val="26"/>
          <w:szCs w:val="26"/>
        </w:rPr>
        <w:t>е</w:t>
      </w:r>
      <w:r w:rsidRPr="0087095A">
        <w:rPr>
          <w:sz w:val="26"/>
          <w:szCs w:val="26"/>
        </w:rPr>
        <w:t xml:space="preserve">м № </w:t>
      </w:r>
      <w:r w:rsidR="00724237">
        <w:rPr>
          <w:sz w:val="26"/>
          <w:szCs w:val="26"/>
        </w:rPr>
        <w:t>1</w:t>
      </w:r>
      <w:r w:rsidR="00131C35">
        <w:rPr>
          <w:sz w:val="26"/>
          <w:szCs w:val="26"/>
        </w:rPr>
        <w:t>1</w:t>
      </w:r>
      <w:r w:rsidR="00BB2627">
        <w:rPr>
          <w:sz w:val="26"/>
          <w:szCs w:val="26"/>
        </w:rPr>
        <w:t xml:space="preserve"> </w:t>
      </w:r>
      <w:r w:rsidRPr="0087095A">
        <w:rPr>
          <w:sz w:val="26"/>
          <w:szCs w:val="26"/>
        </w:rPr>
        <w:t xml:space="preserve">следующего содержания: </w:t>
      </w:r>
    </w:p>
    <w:p w:rsidR="0047274A" w:rsidRDefault="0047274A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Pr="007A2A2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307E3C" w:rsidRPr="007A2A27" w:rsidRDefault="00307E3C" w:rsidP="0047274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  <w:r w:rsidRPr="007A2A27">
        <w:rPr>
          <w:sz w:val="26"/>
          <w:szCs w:val="26"/>
        </w:rPr>
        <w:lastRenderedPageBreak/>
        <w:t>«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645285">
        <w:rPr>
          <w:sz w:val="26"/>
          <w:szCs w:val="26"/>
        </w:rPr>
        <w:t xml:space="preserve">риложение № </w:t>
      </w:r>
      <w:r w:rsidR="00724237">
        <w:rPr>
          <w:sz w:val="26"/>
          <w:szCs w:val="26"/>
        </w:rPr>
        <w:t>1</w:t>
      </w:r>
      <w:r w:rsidR="00131C35">
        <w:rPr>
          <w:sz w:val="26"/>
          <w:szCs w:val="26"/>
        </w:rPr>
        <w:t>1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к постановлению Администрации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Заполярного района</w:t>
      </w:r>
    </w:p>
    <w:p w:rsidR="0047274A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 xml:space="preserve">от </w:t>
      </w:r>
      <w:r w:rsidR="004C144B">
        <w:rPr>
          <w:sz w:val="26"/>
          <w:szCs w:val="26"/>
        </w:rPr>
        <w:t>29</w:t>
      </w:r>
      <w:r w:rsidR="00956AF9">
        <w:rPr>
          <w:sz w:val="26"/>
          <w:szCs w:val="26"/>
        </w:rPr>
        <w:t>.12.202</w:t>
      </w:r>
      <w:r w:rsidR="004C144B">
        <w:rPr>
          <w:sz w:val="26"/>
          <w:szCs w:val="26"/>
        </w:rPr>
        <w:t>3</w:t>
      </w:r>
      <w:r w:rsidRPr="00645285">
        <w:rPr>
          <w:sz w:val="26"/>
          <w:szCs w:val="26"/>
        </w:rPr>
        <w:t xml:space="preserve"> № </w:t>
      </w:r>
      <w:r w:rsidR="00956AF9">
        <w:rPr>
          <w:sz w:val="26"/>
          <w:szCs w:val="26"/>
        </w:rPr>
        <w:t>4</w:t>
      </w:r>
      <w:r w:rsidR="004C144B">
        <w:rPr>
          <w:sz w:val="26"/>
          <w:szCs w:val="26"/>
        </w:rPr>
        <w:t>33</w:t>
      </w:r>
      <w:r w:rsidRPr="00645285">
        <w:rPr>
          <w:sz w:val="26"/>
          <w:szCs w:val="26"/>
        </w:rPr>
        <w:t>п</w:t>
      </w:r>
    </w:p>
    <w:p w:rsidR="00BB2627" w:rsidRDefault="00BB2627" w:rsidP="0047274A">
      <w:pPr>
        <w:jc w:val="right"/>
        <w:rPr>
          <w:sz w:val="26"/>
          <w:szCs w:val="26"/>
        </w:rPr>
      </w:pPr>
    </w:p>
    <w:p w:rsidR="00BB2627" w:rsidRDefault="00BB2627" w:rsidP="0047274A">
      <w:pPr>
        <w:jc w:val="right"/>
        <w:rPr>
          <w:sz w:val="26"/>
          <w:szCs w:val="26"/>
        </w:rPr>
      </w:pPr>
    </w:p>
    <w:p w:rsidR="0047274A" w:rsidRPr="007A2A27" w:rsidRDefault="00131C35" w:rsidP="0047274A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без </w:t>
      </w:r>
      <w:r w:rsidR="007A2A27" w:rsidRPr="007A2A27">
        <w:rPr>
          <w:sz w:val="26"/>
          <w:szCs w:val="26"/>
        </w:rPr>
        <w:t>НДС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3827"/>
        <w:gridCol w:w="2128"/>
        <w:gridCol w:w="2693"/>
      </w:tblGrid>
      <w:tr w:rsidR="00724237" w:rsidRPr="00853D13" w:rsidTr="00F60784">
        <w:trPr>
          <w:trHeight w:val="700"/>
        </w:trPr>
        <w:tc>
          <w:tcPr>
            <w:tcW w:w="9781" w:type="dxa"/>
            <w:gridSpan w:val="4"/>
            <w:shd w:val="clear" w:color="auto" w:fill="auto"/>
            <w:vAlign w:val="center"/>
          </w:tcPr>
          <w:p w:rsidR="00724237" w:rsidRPr="00853D13" w:rsidRDefault="00724237" w:rsidP="00F60784">
            <w:pPr>
              <w:jc w:val="center"/>
              <w:rPr>
                <w:b/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>Тарифы, установленные в соответствии с постановлением</w:t>
            </w:r>
          </w:p>
          <w:p w:rsidR="00724237" w:rsidRPr="00853D13" w:rsidRDefault="00724237" w:rsidP="00F60784">
            <w:pPr>
              <w:jc w:val="center"/>
              <w:rPr>
                <w:b/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 xml:space="preserve">Администрации муниципального района «Заполярный </w:t>
            </w:r>
            <w:proofErr w:type="gramStart"/>
            <w:r w:rsidRPr="00853D13">
              <w:rPr>
                <w:b/>
                <w:bCs/>
                <w:sz w:val="26"/>
                <w:szCs w:val="26"/>
              </w:rPr>
              <w:t>район»</w:t>
            </w:r>
            <w:r>
              <w:rPr>
                <w:b/>
                <w:bCs/>
                <w:sz w:val="26"/>
                <w:szCs w:val="26"/>
              </w:rPr>
              <w:t xml:space="preserve">   </w:t>
            </w:r>
            <w:proofErr w:type="gramEnd"/>
            <w:r>
              <w:rPr>
                <w:b/>
                <w:bCs/>
                <w:sz w:val="26"/>
                <w:szCs w:val="26"/>
              </w:rPr>
              <w:t xml:space="preserve">                   Ненецкого автономного округа»</w:t>
            </w:r>
          </w:p>
          <w:p w:rsidR="00724237" w:rsidRPr="00853D13" w:rsidRDefault="00724237" w:rsidP="00F60784">
            <w:pPr>
              <w:jc w:val="center"/>
              <w:rPr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>от 01.02.2018 № 22п</w:t>
            </w:r>
          </w:p>
        </w:tc>
      </w:tr>
      <w:tr w:rsidR="00724237" w:rsidRPr="002E6701" w:rsidTr="00724237">
        <w:trPr>
          <w:trHeight w:val="365"/>
        </w:trPr>
        <w:tc>
          <w:tcPr>
            <w:tcW w:w="9781" w:type="dxa"/>
            <w:gridSpan w:val="4"/>
            <w:shd w:val="clear" w:color="auto" w:fill="auto"/>
            <w:vAlign w:val="center"/>
          </w:tcPr>
          <w:p w:rsidR="00724237" w:rsidRPr="007A2A27" w:rsidRDefault="00131C35" w:rsidP="00131C35">
            <w:pPr>
              <w:pStyle w:val="aa"/>
              <w:numPr>
                <w:ilvl w:val="0"/>
                <w:numId w:val="41"/>
              </w:numPr>
              <w:jc w:val="center"/>
              <w:rPr>
                <w:bCs/>
                <w:sz w:val="22"/>
                <w:szCs w:val="22"/>
              </w:rPr>
            </w:pPr>
            <w:r>
              <w:rPr>
                <w:sz w:val="26"/>
                <w:szCs w:val="26"/>
              </w:rPr>
              <w:t>У</w:t>
            </w:r>
            <w:r w:rsidRPr="006E2E4B">
              <w:rPr>
                <w:sz w:val="26"/>
                <w:szCs w:val="26"/>
              </w:rPr>
              <w:t>слуг</w:t>
            </w:r>
            <w:r>
              <w:rPr>
                <w:sz w:val="26"/>
                <w:szCs w:val="26"/>
              </w:rPr>
              <w:t>и по обращению с медицинскими отходами класса А</w:t>
            </w:r>
          </w:p>
        </w:tc>
      </w:tr>
      <w:tr w:rsidR="00131C35" w:rsidRPr="002E6701" w:rsidTr="009B10CA">
        <w:trPr>
          <w:trHeight w:val="992"/>
        </w:trPr>
        <w:tc>
          <w:tcPr>
            <w:tcW w:w="1133" w:type="dxa"/>
            <w:shd w:val="clear" w:color="auto" w:fill="auto"/>
            <w:vAlign w:val="center"/>
          </w:tcPr>
          <w:p w:rsidR="00131C35" w:rsidRPr="002E6701" w:rsidRDefault="00131C35" w:rsidP="00F607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31C35" w:rsidRPr="007A2A27" w:rsidRDefault="00131C35" w:rsidP="00131C35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Pr="006E2E4B">
              <w:rPr>
                <w:sz w:val="26"/>
                <w:szCs w:val="26"/>
              </w:rPr>
              <w:t>слуг</w:t>
            </w:r>
            <w:r>
              <w:rPr>
                <w:sz w:val="26"/>
                <w:szCs w:val="26"/>
              </w:rPr>
              <w:t>и по обращению с медицинскими отходами класса А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131C35" w:rsidRPr="00131C35" w:rsidRDefault="00131C35" w:rsidP="00131C35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р</w:t>
            </w:r>
            <w:r w:rsidRPr="00A042B2">
              <w:rPr>
                <w:bCs/>
                <w:color w:val="000000"/>
              </w:rPr>
              <w:t>уб</w:t>
            </w:r>
            <w:r>
              <w:rPr>
                <w:bCs/>
                <w:color w:val="000000"/>
              </w:rPr>
              <w:t>.</w:t>
            </w:r>
            <w:r w:rsidRPr="00A042B2">
              <w:rPr>
                <w:bCs/>
                <w:color w:val="000000"/>
              </w:rPr>
              <w:t>/</w:t>
            </w:r>
            <w:r>
              <w:rPr>
                <w:bCs/>
                <w:color w:val="000000"/>
              </w:rPr>
              <w:t>м</w:t>
            </w:r>
            <w:r>
              <w:rPr>
                <w:bCs/>
                <w:color w:val="000000"/>
                <w:vertAlign w:val="superscript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1C35" w:rsidRPr="002E6701" w:rsidRDefault="00131C35" w:rsidP="00CB0BD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6"/>
                <w:szCs w:val="26"/>
              </w:rPr>
              <w:t>44 113,06</w:t>
            </w:r>
          </w:p>
        </w:tc>
      </w:tr>
    </w:tbl>
    <w:p w:rsidR="00724237" w:rsidRPr="00AC3D03" w:rsidRDefault="00724237" w:rsidP="00724237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 w:rsidRPr="00AC3D03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C3D03">
        <w:rPr>
          <w:sz w:val="28"/>
          <w:szCs w:val="28"/>
        </w:rPr>
        <w:t>».</w:t>
      </w:r>
    </w:p>
    <w:p w:rsidR="00787344" w:rsidRPr="00EA6D15" w:rsidRDefault="0087095A" w:rsidP="00724237">
      <w:pPr>
        <w:ind w:firstLine="709"/>
        <w:jc w:val="both"/>
        <w:rPr>
          <w:sz w:val="26"/>
          <w:szCs w:val="26"/>
        </w:rPr>
      </w:pPr>
      <w:r w:rsidRPr="0087095A">
        <w:rPr>
          <w:sz w:val="28"/>
          <w:szCs w:val="28"/>
        </w:rPr>
        <w:t xml:space="preserve">2.   </w:t>
      </w:r>
      <w:r w:rsidR="00724237" w:rsidRPr="00EA6D15">
        <w:rPr>
          <w:sz w:val="26"/>
          <w:szCs w:val="26"/>
        </w:rPr>
        <w:t>Настоящее постановление вступает в силу со дня принятия и подлежит официальному опубликованию.</w:t>
      </w:r>
    </w:p>
    <w:p w:rsidR="0087095A" w:rsidRPr="00EA6D15" w:rsidRDefault="0087095A" w:rsidP="00787344">
      <w:pPr>
        <w:jc w:val="both"/>
        <w:rPr>
          <w:sz w:val="26"/>
          <w:szCs w:val="26"/>
        </w:rPr>
      </w:pPr>
    </w:p>
    <w:p w:rsidR="005427D8" w:rsidRPr="00EA6D15" w:rsidRDefault="005427D8" w:rsidP="00787344">
      <w:pPr>
        <w:jc w:val="both"/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7"/>
        <w:gridCol w:w="4901"/>
      </w:tblGrid>
      <w:tr w:rsidR="00787344" w:rsidRPr="00EA6D15" w:rsidTr="00724237">
        <w:tc>
          <w:tcPr>
            <w:tcW w:w="4785" w:type="dxa"/>
            <w:hideMark/>
          </w:tcPr>
          <w:p w:rsidR="00787344" w:rsidRPr="00EA6D15" w:rsidRDefault="00DD714D">
            <w:pPr>
              <w:jc w:val="both"/>
              <w:rPr>
                <w:sz w:val="26"/>
                <w:szCs w:val="26"/>
              </w:rPr>
            </w:pPr>
            <w:proofErr w:type="spellStart"/>
            <w:r w:rsidRPr="00EA6D15">
              <w:rPr>
                <w:sz w:val="26"/>
                <w:szCs w:val="26"/>
              </w:rPr>
              <w:t>Врио</w:t>
            </w:r>
            <w:proofErr w:type="spellEnd"/>
            <w:r w:rsidRPr="00EA6D15">
              <w:rPr>
                <w:sz w:val="26"/>
                <w:szCs w:val="26"/>
              </w:rPr>
              <w:t xml:space="preserve"> г</w:t>
            </w:r>
            <w:r w:rsidR="00787344" w:rsidRPr="00EA6D15">
              <w:rPr>
                <w:sz w:val="26"/>
                <w:szCs w:val="26"/>
              </w:rPr>
              <w:t>лав</w:t>
            </w:r>
            <w:r w:rsidRPr="00EA6D15">
              <w:rPr>
                <w:sz w:val="26"/>
                <w:szCs w:val="26"/>
              </w:rPr>
              <w:t>ы</w:t>
            </w:r>
            <w:r w:rsidR="00787344" w:rsidRPr="00EA6D15">
              <w:rPr>
                <w:sz w:val="26"/>
                <w:szCs w:val="26"/>
              </w:rPr>
              <w:t xml:space="preserve"> Администрации</w:t>
            </w:r>
          </w:p>
          <w:p w:rsidR="00787344" w:rsidRPr="00EA6D15" w:rsidRDefault="00787344">
            <w:pPr>
              <w:jc w:val="both"/>
              <w:rPr>
                <w:sz w:val="26"/>
                <w:szCs w:val="26"/>
              </w:rPr>
            </w:pPr>
            <w:r w:rsidRPr="00EA6D15">
              <w:rPr>
                <w:sz w:val="26"/>
                <w:szCs w:val="26"/>
              </w:rPr>
              <w:t>Заполярного района</w:t>
            </w:r>
          </w:p>
        </w:tc>
        <w:tc>
          <w:tcPr>
            <w:tcW w:w="4962" w:type="dxa"/>
            <w:vAlign w:val="bottom"/>
            <w:hideMark/>
          </w:tcPr>
          <w:p w:rsidR="007A2A27" w:rsidRPr="00EA6D15" w:rsidRDefault="007A2A27" w:rsidP="00702B22">
            <w:pPr>
              <w:jc w:val="right"/>
              <w:rPr>
                <w:sz w:val="26"/>
                <w:szCs w:val="26"/>
              </w:rPr>
            </w:pPr>
          </w:p>
          <w:p w:rsidR="002E6701" w:rsidRPr="00EA6D15" w:rsidRDefault="0087095A" w:rsidP="0087095A">
            <w:pPr>
              <w:jc w:val="right"/>
              <w:rPr>
                <w:sz w:val="26"/>
                <w:szCs w:val="26"/>
              </w:rPr>
            </w:pPr>
            <w:r w:rsidRPr="00EA6D15">
              <w:rPr>
                <w:sz w:val="26"/>
                <w:szCs w:val="26"/>
              </w:rPr>
              <w:t xml:space="preserve">    </w:t>
            </w:r>
            <w:r w:rsidR="00702B22" w:rsidRPr="00EA6D15">
              <w:rPr>
                <w:sz w:val="26"/>
                <w:szCs w:val="26"/>
              </w:rPr>
              <w:t>Н</w:t>
            </w:r>
            <w:r w:rsidR="00787344" w:rsidRPr="00EA6D15">
              <w:rPr>
                <w:sz w:val="26"/>
                <w:szCs w:val="26"/>
              </w:rPr>
              <w:t>.</w:t>
            </w:r>
            <w:r w:rsidR="00702B22" w:rsidRPr="00EA6D15">
              <w:rPr>
                <w:sz w:val="26"/>
                <w:szCs w:val="26"/>
              </w:rPr>
              <w:t>Л</w:t>
            </w:r>
            <w:r w:rsidR="00787344" w:rsidRPr="00EA6D15">
              <w:rPr>
                <w:sz w:val="26"/>
                <w:szCs w:val="26"/>
              </w:rPr>
              <w:t>.</w:t>
            </w:r>
            <w:r w:rsidR="003953D8" w:rsidRPr="00EA6D15">
              <w:rPr>
                <w:sz w:val="26"/>
                <w:szCs w:val="26"/>
              </w:rPr>
              <w:t xml:space="preserve"> </w:t>
            </w:r>
            <w:r w:rsidR="00702B22" w:rsidRPr="00EA6D15">
              <w:rPr>
                <w:sz w:val="26"/>
                <w:szCs w:val="26"/>
              </w:rPr>
              <w:t>Михайлова</w:t>
            </w:r>
          </w:p>
        </w:tc>
      </w:tr>
    </w:tbl>
    <w:p w:rsidR="007D5CBF" w:rsidRPr="00AC3D03" w:rsidRDefault="007D5CBF" w:rsidP="003976CA">
      <w:pPr>
        <w:jc w:val="right"/>
        <w:rPr>
          <w:sz w:val="28"/>
          <w:szCs w:val="28"/>
        </w:rPr>
      </w:pPr>
    </w:p>
    <w:p w:rsidR="00AC3D03" w:rsidRDefault="00AC3D03" w:rsidP="003976CA">
      <w:pPr>
        <w:jc w:val="right"/>
        <w:rPr>
          <w:sz w:val="26"/>
          <w:szCs w:val="26"/>
        </w:rPr>
      </w:pPr>
    </w:p>
    <w:sectPr w:rsidR="00AC3D03" w:rsidSect="001100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614" w:rsidRDefault="00F45614">
      <w:r>
        <w:separator/>
      </w:r>
    </w:p>
  </w:endnote>
  <w:endnote w:type="continuationSeparator" w:id="0">
    <w:p w:rsidR="00F45614" w:rsidRDefault="00F45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614" w:rsidRDefault="00F45614">
      <w:r>
        <w:separator/>
      </w:r>
    </w:p>
  </w:footnote>
  <w:footnote w:type="continuationSeparator" w:id="0">
    <w:p w:rsidR="00F45614" w:rsidRDefault="00F456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46CFB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6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1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1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5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25"/>
  </w:num>
  <w:num w:numId="3">
    <w:abstractNumId w:val="31"/>
  </w:num>
  <w:num w:numId="4">
    <w:abstractNumId w:val="18"/>
  </w:num>
  <w:num w:numId="5">
    <w:abstractNumId w:val="37"/>
  </w:num>
  <w:num w:numId="6">
    <w:abstractNumId w:val="40"/>
  </w:num>
  <w:num w:numId="7">
    <w:abstractNumId w:val="28"/>
  </w:num>
  <w:num w:numId="8">
    <w:abstractNumId w:val="5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32"/>
  </w:num>
  <w:num w:numId="12">
    <w:abstractNumId w:val="13"/>
  </w:num>
  <w:num w:numId="13">
    <w:abstractNumId w:val="16"/>
  </w:num>
  <w:num w:numId="14">
    <w:abstractNumId w:val="26"/>
  </w:num>
  <w:num w:numId="15">
    <w:abstractNumId w:val="33"/>
  </w:num>
  <w:num w:numId="16">
    <w:abstractNumId w:val="22"/>
  </w:num>
  <w:num w:numId="17">
    <w:abstractNumId w:val="3"/>
  </w:num>
  <w:num w:numId="18">
    <w:abstractNumId w:val="27"/>
  </w:num>
  <w:num w:numId="19">
    <w:abstractNumId w:val="0"/>
  </w:num>
  <w:num w:numId="20">
    <w:abstractNumId w:val="19"/>
  </w:num>
  <w:num w:numId="21">
    <w:abstractNumId w:val="17"/>
  </w:num>
  <w:num w:numId="22">
    <w:abstractNumId w:val="24"/>
  </w:num>
  <w:num w:numId="23">
    <w:abstractNumId w:val="8"/>
  </w:num>
  <w:num w:numId="24">
    <w:abstractNumId w:val="2"/>
  </w:num>
  <w:num w:numId="25">
    <w:abstractNumId w:val="20"/>
  </w:num>
  <w:num w:numId="26">
    <w:abstractNumId w:val="39"/>
  </w:num>
  <w:num w:numId="27">
    <w:abstractNumId w:val="4"/>
  </w:num>
  <w:num w:numId="28">
    <w:abstractNumId w:val="15"/>
  </w:num>
  <w:num w:numId="29">
    <w:abstractNumId w:val="29"/>
  </w:num>
  <w:num w:numId="30">
    <w:abstractNumId w:val="36"/>
  </w:num>
  <w:num w:numId="31">
    <w:abstractNumId w:val="38"/>
  </w:num>
  <w:num w:numId="32">
    <w:abstractNumId w:val="12"/>
  </w:num>
  <w:num w:numId="33">
    <w:abstractNumId w:val="10"/>
  </w:num>
  <w:num w:numId="34">
    <w:abstractNumId w:val="9"/>
  </w:num>
  <w:num w:numId="35">
    <w:abstractNumId w:val="7"/>
  </w:num>
  <w:num w:numId="36">
    <w:abstractNumId w:val="14"/>
  </w:num>
  <w:num w:numId="37">
    <w:abstractNumId w:val="1"/>
  </w:num>
  <w:num w:numId="38">
    <w:abstractNumId w:val="35"/>
  </w:num>
  <w:num w:numId="39">
    <w:abstractNumId w:val="34"/>
  </w:num>
  <w:num w:numId="40">
    <w:abstractNumId w:val="21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10A40"/>
    <w:rsid w:val="0001779F"/>
    <w:rsid w:val="00037696"/>
    <w:rsid w:val="00086E49"/>
    <w:rsid w:val="000942CD"/>
    <w:rsid w:val="00095D99"/>
    <w:rsid w:val="000B55BC"/>
    <w:rsid w:val="000C06DA"/>
    <w:rsid w:val="000C3D45"/>
    <w:rsid w:val="000D7B60"/>
    <w:rsid w:val="000E1AF5"/>
    <w:rsid w:val="000F29FA"/>
    <w:rsid w:val="000F45C3"/>
    <w:rsid w:val="000F5708"/>
    <w:rsid w:val="0010046F"/>
    <w:rsid w:val="00102851"/>
    <w:rsid w:val="001038A8"/>
    <w:rsid w:val="00110053"/>
    <w:rsid w:val="00120B5B"/>
    <w:rsid w:val="00122ECF"/>
    <w:rsid w:val="00131C35"/>
    <w:rsid w:val="0013463B"/>
    <w:rsid w:val="001630CC"/>
    <w:rsid w:val="00163CEE"/>
    <w:rsid w:val="00167519"/>
    <w:rsid w:val="00170333"/>
    <w:rsid w:val="00170BC2"/>
    <w:rsid w:val="00182B4B"/>
    <w:rsid w:val="001952D1"/>
    <w:rsid w:val="001A1359"/>
    <w:rsid w:val="001D5E34"/>
    <w:rsid w:val="001E6FA1"/>
    <w:rsid w:val="0021034E"/>
    <w:rsid w:val="002233A4"/>
    <w:rsid w:val="00227A7C"/>
    <w:rsid w:val="002571AC"/>
    <w:rsid w:val="00257444"/>
    <w:rsid w:val="00261B30"/>
    <w:rsid w:val="00263C10"/>
    <w:rsid w:val="002738E2"/>
    <w:rsid w:val="00273D12"/>
    <w:rsid w:val="002747E9"/>
    <w:rsid w:val="00275CFA"/>
    <w:rsid w:val="00281F2D"/>
    <w:rsid w:val="00285336"/>
    <w:rsid w:val="00296CFA"/>
    <w:rsid w:val="002D44A2"/>
    <w:rsid w:val="002D4ACB"/>
    <w:rsid w:val="002E6701"/>
    <w:rsid w:val="002F0634"/>
    <w:rsid w:val="002F4C3E"/>
    <w:rsid w:val="002F5D06"/>
    <w:rsid w:val="00303F7F"/>
    <w:rsid w:val="00307E3C"/>
    <w:rsid w:val="003316FE"/>
    <w:rsid w:val="00332BB0"/>
    <w:rsid w:val="00343893"/>
    <w:rsid w:val="003664CA"/>
    <w:rsid w:val="003675F5"/>
    <w:rsid w:val="00375BF8"/>
    <w:rsid w:val="003767C8"/>
    <w:rsid w:val="00384C6E"/>
    <w:rsid w:val="003953D8"/>
    <w:rsid w:val="00395F68"/>
    <w:rsid w:val="003976CA"/>
    <w:rsid w:val="003A0043"/>
    <w:rsid w:val="003A3DB5"/>
    <w:rsid w:val="003D4FA0"/>
    <w:rsid w:val="003E2BC1"/>
    <w:rsid w:val="003E59E6"/>
    <w:rsid w:val="003F4817"/>
    <w:rsid w:val="003F6AAD"/>
    <w:rsid w:val="00432935"/>
    <w:rsid w:val="00457828"/>
    <w:rsid w:val="00461FF7"/>
    <w:rsid w:val="0047274A"/>
    <w:rsid w:val="00482F3B"/>
    <w:rsid w:val="004B1F68"/>
    <w:rsid w:val="004C144B"/>
    <w:rsid w:val="004E2236"/>
    <w:rsid w:val="004F069C"/>
    <w:rsid w:val="004F7D05"/>
    <w:rsid w:val="005000AF"/>
    <w:rsid w:val="00503004"/>
    <w:rsid w:val="005148FD"/>
    <w:rsid w:val="00521B03"/>
    <w:rsid w:val="005247B0"/>
    <w:rsid w:val="00524ED9"/>
    <w:rsid w:val="005427D8"/>
    <w:rsid w:val="00552FC3"/>
    <w:rsid w:val="0055390A"/>
    <w:rsid w:val="005544D7"/>
    <w:rsid w:val="00563CD4"/>
    <w:rsid w:val="0056594C"/>
    <w:rsid w:val="00590F98"/>
    <w:rsid w:val="00595A53"/>
    <w:rsid w:val="005A0B63"/>
    <w:rsid w:val="005A166A"/>
    <w:rsid w:val="005A619E"/>
    <w:rsid w:val="005B0E7B"/>
    <w:rsid w:val="005C262F"/>
    <w:rsid w:val="005E5618"/>
    <w:rsid w:val="005E6DEC"/>
    <w:rsid w:val="005F55CF"/>
    <w:rsid w:val="006000D2"/>
    <w:rsid w:val="006045E2"/>
    <w:rsid w:val="006061FF"/>
    <w:rsid w:val="00610611"/>
    <w:rsid w:val="00625A74"/>
    <w:rsid w:val="0064488C"/>
    <w:rsid w:val="00645A0E"/>
    <w:rsid w:val="0065045F"/>
    <w:rsid w:val="00652858"/>
    <w:rsid w:val="00680190"/>
    <w:rsid w:val="006A37A9"/>
    <w:rsid w:val="006C7195"/>
    <w:rsid w:val="006D794C"/>
    <w:rsid w:val="006E533B"/>
    <w:rsid w:val="006F3819"/>
    <w:rsid w:val="006F62F0"/>
    <w:rsid w:val="00702B22"/>
    <w:rsid w:val="00714620"/>
    <w:rsid w:val="00724237"/>
    <w:rsid w:val="0075136D"/>
    <w:rsid w:val="00751F5F"/>
    <w:rsid w:val="007523B3"/>
    <w:rsid w:val="00756312"/>
    <w:rsid w:val="00764086"/>
    <w:rsid w:val="007701B4"/>
    <w:rsid w:val="00773ED8"/>
    <w:rsid w:val="00787344"/>
    <w:rsid w:val="00794F29"/>
    <w:rsid w:val="007A2A27"/>
    <w:rsid w:val="007A5F42"/>
    <w:rsid w:val="007B4922"/>
    <w:rsid w:val="007C0157"/>
    <w:rsid w:val="007C2B68"/>
    <w:rsid w:val="007D02D3"/>
    <w:rsid w:val="007D2D79"/>
    <w:rsid w:val="007D5CBF"/>
    <w:rsid w:val="007D5CF5"/>
    <w:rsid w:val="007E52B7"/>
    <w:rsid w:val="007F1C0A"/>
    <w:rsid w:val="007F6D66"/>
    <w:rsid w:val="008146D5"/>
    <w:rsid w:val="00814726"/>
    <w:rsid w:val="00837F22"/>
    <w:rsid w:val="008413CF"/>
    <w:rsid w:val="008428AD"/>
    <w:rsid w:val="0085182E"/>
    <w:rsid w:val="0085204E"/>
    <w:rsid w:val="00856148"/>
    <w:rsid w:val="0087095A"/>
    <w:rsid w:val="00870EB0"/>
    <w:rsid w:val="008806B4"/>
    <w:rsid w:val="00881C24"/>
    <w:rsid w:val="008952FB"/>
    <w:rsid w:val="008D1D8C"/>
    <w:rsid w:val="009039A5"/>
    <w:rsid w:val="009249E8"/>
    <w:rsid w:val="009300CC"/>
    <w:rsid w:val="00947DAF"/>
    <w:rsid w:val="00952B89"/>
    <w:rsid w:val="00953719"/>
    <w:rsid w:val="00956AF9"/>
    <w:rsid w:val="009635B5"/>
    <w:rsid w:val="009641CC"/>
    <w:rsid w:val="00971829"/>
    <w:rsid w:val="00972CBC"/>
    <w:rsid w:val="00973260"/>
    <w:rsid w:val="009A4CB9"/>
    <w:rsid w:val="009B1391"/>
    <w:rsid w:val="009C28DA"/>
    <w:rsid w:val="009E006E"/>
    <w:rsid w:val="009E050E"/>
    <w:rsid w:val="009F20B6"/>
    <w:rsid w:val="009F5CA0"/>
    <w:rsid w:val="009F76DE"/>
    <w:rsid w:val="00A0675A"/>
    <w:rsid w:val="00A1126B"/>
    <w:rsid w:val="00A1475F"/>
    <w:rsid w:val="00A2746C"/>
    <w:rsid w:val="00A4283E"/>
    <w:rsid w:val="00A61A0A"/>
    <w:rsid w:val="00A62700"/>
    <w:rsid w:val="00A751C0"/>
    <w:rsid w:val="00AA643D"/>
    <w:rsid w:val="00AB07CB"/>
    <w:rsid w:val="00AB24B2"/>
    <w:rsid w:val="00AB284A"/>
    <w:rsid w:val="00AB2A97"/>
    <w:rsid w:val="00AC26AA"/>
    <w:rsid w:val="00AC3D03"/>
    <w:rsid w:val="00AD1962"/>
    <w:rsid w:val="00AD4238"/>
    <w:rsid w:val="00AD53F0"/>
    <w:rsid w:val="00AE660E"/>
    <w:rsid w:val="00AF3C46"/>
    <w:rsid w:val="00B05327"/>
    <w:rsid w:val="00B241F3"/>
    <w:rsid w:val="00B60CBC"/>
    <w:rsid w:val="00B87062"/>
    <w:rsid w:val="00B9094D"/>
    <w:rsid w:val="00B9165F"/>
    <w:rsid w:val="00B958B2"/>
    <w:rsid w:val="00BA2F7B"/>
    <w:rsid w:val="00BA3347"/>
    <w:rsid w:val="00BA42FF"/>
    <w:rsid w:val="00BB1B20"/>
    <w:rsid w:val="00BB1BC4"/>
    <w:rsid w:val="00BB2627"/>
    <w:rsid w:val="00BC1544"/>
    <w:rsid w:val="00BD20FF"/>
    <w:rsid w:val="00BD7F1F"/>
    <w:rsid w:val="00BE59DD"/>
    <w:rsid w:val="00BE6DE1"/>
    <w:rsid w:val="00BF445E"/>
    <w:rsid w:val="00BF4D85"/>
    <w:rsid w:val="00C07033"/>
    <w:rsid w:val="00C07DCC"/>
    <w:rsid w:val="00C35820"/>
    <w:rsid w:val="00C50A0E"/>
    <w:rsid w:val="00C52FD8"/>
    <w:rsid w:val="00C607DA"/>
    <w:rsid w:val="00C65B62"/>
    <w:rsid w:val="00C7392A"/>
    <w:rsid w:val="00C80C19"/>
    <w:rsid w:val="00C918B5"/>
    <w:rsid w:val="00C960C4"/>
    <w:rsid w:val="00CB0BD7"/>
    <w:rsid w:val="00CD03BA"/>
    <w:rsid w:val="00CD792C"/>
    <w:rsid w:val="00D067FA"/>
    <w:rsid w:val="00D0795B"/>
    <w:rsid w:val="00D2142A"/>
    <w:rsid w:val="00D21DE2"/>
    <w:rsid w:val="00D22187"/>
    <w:rsid w:val="00D43835"/>
    <w:rsid w:val="00D50943"/>
    <w:rsid w:val="00D70FD9"/>
    <w:rsid w:val="00D71A1A"/>
    <w:rsid w:val="00D92BD4"/>
    <w:rsid w:val="00D94D80"/>
    <w:rsid w:val="00D95A3B"/>
    <w:rsid w:val="00DA35AE"/>
    <w:rsid w:val="00DA36F7"/>
    <w:rsid w:val="00DA4BCF"/>
    <w:rsid w:val="00DB5A7F"/>
    <w:rsid w:val="00DD714D"/>
    <w:rsid w:val="00DF07BA"/>
    <w:rsid w:val="00DF3191"/>
    <w:rsid w:val="00E3229F"/>
    <w:rsid w:val="00E55885"/>
    <w:rsid w:val="00E56EB4"/>
    <w:rsid w:val="00E60DA0"/>
    <w:rsid w:val="00E662F3"/>
    <w:rsid w:val="00E70CF3"/>
    <w:rsid w:val="00E86BEB"/>
    <w:rsid w:val="00E954D9"/>
    <w:rsid w:val="00E97DBB"/>
    <w:rsid w:val="00EA6D15"/>
    <w:rsid w:val="00EA7D5C"/>
    <w:rsid w:val="00EB2D31"/>
    <w:rsid w:val="00ED36EC"/>
    <w:rsid w:val="00ED4BCC"/>
    <w:rsid w:val="00ED5EC2"/>
    <w:rsid w:val="00ED7A0A"/>
    <w:rsid w:val="00EE524E"/>
    <w:rsid w:val="00EE62C1"/>
    <w:rsid w:val="00F0345E"/>
    <w:rsid w:val="00F14F3B"/>
    <w:rsid w:val="00F17287"/>
    <w:rsid w:val="00F369D7"/>
    <w:rsid w:val="00F43C61"/>
    <w:rsid w:val="00F45614"/>
    <w:rsid w:val="00F64262"/>
    <w:rsid w:val="00F92E2C"/>
    <w:rsid w:val="00F93DAF"/>
    <w:rsid w:val="00FB0330"/>
    <w:rsid w:val="00FC2B1A"/>
    <w:rsid w:val="00FC542B"/>
    <w:rsid w:val="00FC7A07"/>
    <w:rsid w:val="00FD1801"/>
    <w:rsid w:val="00FD1B42"/>
    <w:rsid w:val="00FD212F"/>
    <w:rsid w:val="00FD5932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21E6D-8AA4-408F-8996-65F72428A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0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2</cp:revision>
  <cp:lastPrinted>2024-01-25T05:49:00Z</cp:lastPrinted>
  <dcterms:created xsi:type="dcterms:W3CDTF">2024-10-14T13:20:00Z</dcterms:created>
  <dcterms:modified xsi:type="dcterms:W3CDTF">2024-10-14T13:20:00Z</dcterms:modified>
</cp:coreProperties>
</file>